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3BFC" w14:textId="77777777" w:rsidR="004913EB" w:rsidRPr="00B8000E" w:rsidRDefault="0021080D" w:rsidP="00591DB6">
      <w:pPr>
        <w:spacing w:line="312" w:lineRule="auto"/>
        <w:rPr>
          <w:noProof/>
          <w:color w:val="000000"/>
          <w:szCs w:val="28"/>
        </w:rPr>
      </w:pPr>
      <w:r w:rsidRPr="00B8000E">
        <w:rPr>
          <w:noProof/>
          <w:color w:val="000000"/>
          <w:szCs w:val="28"/>
        </w:rPr>
        <w:drawing>
          <wp:inline distT="0" distB="0" distL="0" distR="0" wp14:anchorId="648372CC" wp14:editId="21D7D6A0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A1933" w14:textId="77777777" w:rsidR="004913EB" w:rsidRPr="00B8000E" w:rsidRDefault="004913EB" w:rsidP="00591DB6">
      <w:pPr>
        <w:spacing w:line="312" w:lineRule="auto"/>
        <w:rPr>
          <w:b/>
          <w:color w:val="000000"/>
          <w:szCs w:val="28"/>
        </w:rPr>
      </w:pPr>
    </w:p>
    <w:p w14:paraId="439318E8" w14:textId="5FF8120E" w:rsidR="004913EB" w:rsidRPr="00B8000E" w:rsidRDefault="004913EB" w:rsidP="00591DB6">
      <w:pPr>
        <w:spacing w:line="312" w:lineRule="auto"/>
        <w:rPr>
          <w:b/>
          <w:color w:val="000000"/>
          <w:szCs w:val="28"/>
        </w:rPr>
      </w:pPr>
      <w:r w:rsidRPr="00B8000E">
        <w:rPr>
          <w:b/>
          <w:color w:val="000000"/>
          <w:szCs w:val="28"/>
        </w:rPr>
        <w:t>ТЕРРИТОРИА</w:t>
      </w:r>
      <w:r w:rsidR="000025C4" w:rsidRPr="00B8000E">
        <w:rPr>
          <w:b/>
          <w:color w:val="000000"/>
          <w:szCs w:val="28"/>
        </w:rPr>
        <w:t>ЛЬНАЯ ИЗБИРАТЕЛЬНАЯ КОМИССИЯ №</w:t>
      </w:r>
      <w:r w:rsidR="00120C7E">
        <w:rPr>
          <w:b/>
          <w:color w:val="000000"/>
          <w:szCs w:val="28"/>
        </w:rPr>
        <w:t xml:space="preserve"> </w:t>
      </w:r>
      <w:r w:rsidR="00456043">
        <w:rPr>
          <w:b/>
          <w:color w:val="000000"/>
          <w:szCs w:val="28"/>
        </w:rPr>
        <w:t>14</w:t>
      </w:r>
      <w:r w:rsidR="000025C4" w:rsidRPr="00B8000E">
        <w:rPr>
          <w:b/>
          <w:color w:val="000000"/>
          <w:szCs w:val="28"/>
        </w:rPr>
        <w:t xml:space="preserve"> </w:t>
      </w:r>
    </w:p>
    <w:p w14:paraId="7D2F6434" w14:textId="77777777" w:rsidR="004913EB" w:rsidRPr="00B8000E" w:rsidRDefault="004913EB" w:rsidP="00591DB6">
      <w:pPr>
        <w:spacing w:line="312" w:lineRule="auto"/>
        <w:rPr>
          <w:b/>
          <w:color w:val="000000"/>
          <w:spacing w:val="60"/>
          <w:szCs w:val="28"/>
        </w:rPr>
      </w:pPr>
      <w:r w:rsidRPr="00B8000E">
        <w:rPr>
          <w:b/>
          <w:color w:val="000000"/>
          <w:spacing w:val="60"/>
          <w:szCs w:val="28"/>
        </w:rPr>
        <w:t>РЕШЕНИЕ</w:t>
      </w:r>
    </w:p>
    <w:p w14:paraId="1E241C9F" w14:textId="77777777" w:rsidR="004913EB" w:rsidRPr="00B8000E" w:rsidRDefault="004913EB" w:rsidP="00591DB6">
      <w:pPr>
        <w:pStyle w:val="aa"/>
        <w:spacing w:line="312" w:lineRule="auto"/>
        <w:jc w:val="left"/>
        <w:rPr>
          <w:rFonts w:ascii="Times New Roman" w:hAnsi="Times New Roman"/>
          <w:b/>
          <w:color w:val="000000"/>
          <w:spacing w:val="60"/>
          <w:szCs w:val="28"/>
        </w:rPr>
      </w:pPr>
    </w:p>
    <w:p w14:paraId="1EFFC812" w14:textId="02ECFAD7" w:rsidR="004913EB" w:rsidRPr="006A481B" w:rsidRDefault="00CF4046" w:rsidP="00591DB6">
      <w:pPr>
        <w:pStyle w:val="aa"/>
        <w:spacing w:line="312" w:lineRule="auto"/>
        <w:rPr>
          <w:rFonts w:ascii="Times New Roman" w:hAnsi="Times New Roman"/>
          <w:b/>
          <w:sz w:val="12"/>
          <w:szCs w:val="12"/>
        </w:rPr>
      </w:pPr>
      <w:r w:rsidRPr="00A632BA">
        <w:rPr>
          <w:rFonts w:ascii="Times New Roman" w:hAnsi="Times New Roman"/>
          <w:b/>
          <w:bCs/>
          <w:szCs w:val="28"/>
        </w:rPr>
        <w:t>27</w:t>
      </w:r>
      <w:r w:rsidR="00465A50" w:rsidRPr="00A632BA">
        <w:rPr>
          <w:rFonts w:ascii="Times New Roman" w:hAnsi="Times New Roman"/>
          <w:b/>
          <w:bCs/>
          <w:szCs w:val="28"/>
        </w:rPr>
        <w:t xml:space="preserve"> </w:t>
      </w:r>
      <w:r w:rsidR="00B277B5" w:rsidRPr="00A632BA">
        <w:rPr>
          <w:rFonts w:ascii="Times New Roman" w:hAnsi="Times New Roman"/>
          <w:b/>
          <w:bCs/>
          <w:szCs w:val="28"/>
        </w:rPr>
        <w:t>января</w:t>
      </w:r>
      <w:r w:rsidR="004913EB" w:rsidRPr="00A632BA">
        <w:rPr>
          <w:rFonts w:ascii="Times New Roman" w:hAnsi="Times New Roman"/>
          <w:b/>
          <w:bCs/>
          <w:szCs w:val="28"/>
        </w:rPr>
        <w:t xml:space="preserve"> 202</w:t>
      </w:r>
      <w:r w:rsidR="00DE1C14" w:rsidRPr="00A632BA">
        <w:rPr>
          <w:rFonts w:ascii="Times New Roman" w:hAnsi="Times New Roman"/>
          <w:b/>
          <w:bCs/>
          <w:szCs w:val="28"/>
        </w:rPr>
        <w:t>5</w:t>
      </w:r>
      <w:r w:rsidR="004913EB" w:rsidRPr="00A632BA">
        <w:rPr>
          <w:rFonts w:ascii="Times New Roman" w:hAnsi="Times New Roman"/>
          <w:b/>
          <w:bCs/>
          <w:szCs w:val="28"/>
        </w:rPr>
        <w:t xml:space="preserve"> года                                                 </w:t>
      </w:r>
      <w:r w:rsidR="001C2B5C" w:rsidRPr="00A632BA">
        <w:rPr>
          <w:rFonts w:ascii="Times New Roman" w:hAnsi="Times New Roman"/>
          <w:b/>
          <w:bCs/>
          <w:szCs w:val="28"/>
        </w:rPr>
        <w:t xml:space="preserve">                             </w:t>
      </w:r>
      <w:r w:rsidR="001C2B5C" w:rsidRPr="006A481B">
        <w:rPr>
          <w:rFonts w:ascii="Times New Roman" w:hAnsi="Times New Roman"/>
          <w:b/>
          <w:szCs w:val="28"/>
        </w:rPr>
        <w:t>№</w:t>
      </w:r>
      <w:r>
        <w:rPr>
          <w:rFonts w:ascii="Times New Roman" w:hAnsi="Times New Roman"/>
          <w:b/>
          <w:szCs w:val="28"/>
        </w:rPr>
        <w:t>72-2</w:t>
      </w:r>
    </w:p>
    <w:p w14:paraId="55AB1428" w14:textId="77777777" w:rsidR="004913EB" w:rsidRPr="00A632BA" w:rsidRDefault="004913EB" w:rsidP="00591DB6">
      <w:pPr>
        <w:pStyle w:val="aa"/>
        <w:spacing w:line="312" w:lineRule="auto"/>
        <w:rPr>
          <w:rFonts w:ascii="Times New Roman" w:hAnsi="Times New Roman"/>
          <w:bCs/>
          <w:szCs w:val="28"/>
        </w:rPr>
      </w:pPr>
      <w:r w:rsidRPr="00A632BA">
        <w:rPr>
          <w:rFonts w:ascii="Times New Roman" w:hAnsi="Times New Roman"/>
          <w:bCs/>
          <w:szCs w:val="28"/>
        </w:rPr>
        <w:t>Санкт-Петербург</w:t>
      </w:r>
    </w:p>
    <w:p w14:paraId="1F313686" w14:textId="77777777" w:rsidR="004913EB" w:rsidRPr="006A481B" w:rsidRDefault="004913EB" w:rsidP="00591DB6">
      <w:pPr>
        <w:pStyle w:val="2"/>
        <w:widowControl w:val="0"/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14:paraId="3E056D0D" w14:textId="305585C7" w:rsidR="004913EB" w:rsidRPr="006A481B" w:rsidRDefault="004913EB" w:rsidP="00C94F4C">
      <w:pPr>
        <w:spacing w:line="360" w:lineRule="auto"/>
        <w:rPr>
          <w:b/>
          <w:szCs w:val="28"/>
        </w:rPr>
      </w:pPr>
      <w:r w:rsidRPr="006A481B">
        <w:rPr>
          <w:b/>
          <w:szCs w:val="28"/>
        </w:rPr>
        <w:t xml:space="preserve">О </w:t>
      </w:r>
      <w:r w:rsidR="00C94F4C" w:rsidRPr="006A481B">
        <w:rPr>
          <w:b/>
          <w:szCs w:val="28"/>
        </w:rPr>
        <w:t>п</w:t>
      </w:r>
      <w:r w:rsidRPr="006A481B">
        <w:rPr>
          <w:b/>
          <w:szCs w:val="28"/>
        </w:rPr>
        <w:t xml:space="preserve">лане </w:t>
      </w:r>
      <w:bookmarkStart w:id="0" w:name="_Hlk156145333"/>
      <w:r w:rsidRPr="006A481B">
        <w:rPr>
          <w:b/>
          <w:szCs w:val="28"/>
        </w:rPr>
        <w:t xml:space="preserve">мероприятий </w:t>
      </w:r>
      <w:r w:rsidR="00B8182E" w:rsidRPr="006A481B">
        <w:rPr>
          <w:b/>
          <w:szCs w:val="28"/>
        </w:rPr>
        <w:t>Т</w:t>
      </w:r>
      <w:r w:rsidRPr="006A481B">
        <w:rPr>
          <w:b/>
          <w:szCs w:val="28"/>
        </w:rPr>
        <w:t>ерриториальной избирательной комиссии №</w:t>
      </w:r>
      <w:r w:rsidR="00456043">
        <w:rPr>
          <w:b/>
          <w:szCs w:val="28"/>
        </w:rPr>
        <w:t>14</w:t>
      </w:r>
      <w:r w:rsidRPr="006A481B">
        <w:rPr>
          <w:b/>
          <w:szCs w:val="28"/>
        </w:rPr>
        <w:t xml:space="preserve"> </w:t>
      </w:r>
      <w:r w:rsidR="00E834C8" w:rsidRPr="006A481B">
        <w:rPr>
          <w:b/>
          <w:szCs w:val="28"/>
        </w:rPr>
        <w:t xml:space="preserve">по обучению кадров избирательных комиссий </w:t>
      </w:r>
      <w:r w:rsidRPr="006A481B">
        <w:rPr>
          <w:b/>
          <w:szCs w:val="28"/>
        </w:rPr>
        <w:t>и иных участников избирательного процесса</w:t>
      </w:r>
      <w:r w:rsidR="001C2B5C" w:rsidRPr="006A481B">
        <w:rPr>
          <w:b/>
          <w:szCs w:val="28"/>
        </w:rPr>
        <w:t xml:space="preserve"> на 202</w:t>
      </w:r>
      <w:r w:rsidR="00DE1C14" w:rsidRPr="006A481B">
        <w:rPr>
          <w:b/>
          <w:szCs w:val="28"/>
        </w:rPr>
        <w:t>5</w:t>
      </w:r>
      <w:r w:rsidRPr="006A481B">
        <w:rPr>
          <w:b/>
          <w:szCs w:val="28"/>
        </w:rPr>
        <w:t xml:space="preserve"> год</w:t>
      </w:r>
      <w:bookmarkEnd w:id="0"/>
    </w:p>
    <w:p w14:paraId="7135524D" w14:textId="77777777" w:rsidR="004913EB" w:rsidRPr="006A481B" w:rsidRDefault="004913EB" w:rsidP="00C94F4C">
      <w:pPr>
        <w:spacing w:line="360" w:lineRule="auto"/>
        <w:rPr>
          <w:szCs w:val="28"/>
        </w:rPr>
      </w:pPr>
    </w:p>
    <w:p w14:paraId="25A35839" w14:textId="7C0272A4" w:rsidR="004913EB" w:rsidRPr="003249CE" w:rsidRDefault="004913EB" w:rsidP="003249CE">
      <w:pPr>
        <w:spacing w:line="360" w:lineRule="auto"/>
        <w:ind w:firstLine="720"/>
        <w:jc w:val="both"/>
        <w:rPr>
          <w:szCs w:val="28"/>
        </w:rPr>
      </w:pPr>
      <w:r w:rsidRPr="006A481B">
        <w:rPr>
          <w:szCs w:val="28"/>
        </w:rPr>
        <w:t xml:space="preserve">В соответствии с подпунктом «в» пункта </w:t>
      </w:r>
      <w:r w:rsidR="00EE0869" w:rsidRPr="006A481B">
        <w:rPr>
          <w:szCs w:val="28"/>
        </w:rPr>
        <w:t>9</w:t>
      </w:r>
      <w:r w:rsidRPr="006A481B">
        <w:rPr>
          <w:szCs w:val="28"/>
        </w:rPr>
        <w:t xml:space="preserve"> статьи 2</w:t>
      </w:r>
      <w:r w:rsidR="00EE0869" w:rsidRPr="006A481B">
        <w:rPr>
          <w:szCs w:val="28"/>
        </w:rPr>
        <w:t>6</w:t>
      </w:r>
      <w:r w:rsidRPr="006A481B">
        <w:rPr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EE0869" w:rsidRPr="006A481B">
        <w:rPr>
          <w:szCs w:val="28"/>
        </w:rPr>
        <w:t xml:space="preserve"> подпунктом 2 пунктом 2 статьи </w:t>
      </w:r>
      <w:r w:rsidR="00456043">
        <w:rPr>
          <w:szCs w:val="28"/>
        </w:rPr>
        <w:t xml:space="preserve">3 Закона Санкт-Петербурга </w:t>
      </w:r>
      <w:r w:rsidR="00456043">
        <w:rPr>
          <w:szCs w:val="28"/>
        </w:rPr>
        <w:br/>
        <w:t>от 05</w:t>
      </w:r>
      <w:r w:rsidR="00EE0869" w:rsidRPr="006A481B">
        <w:rPr>
          <w:szCs w:val="28"/>
        </w:rPr>
        <w:t xml:space="preserve">.07.2006 № 385-57 «О территориальных избирательных комиссиях </w:t>
      </w:r>
      <w:r w:rsidR="00EE0869" w:rsidRPr="006A481B">
        <w:rPr>
          <w:szCs w:val="28"/>
        </w:rPr>
        <w:br/>
        <w:t>в Санкт-Петербурге»,</w:t>
      </w:r>
      <w:r w:rsidRPr="006A481B">
        <w:rPr>
          <w:szCs w:val="28"/>
        </w:rPr>
        <w:t xml:space="preserve"> пунктом </w:t>
      </w:r>
      <w:r w:rsidR="00DE1C14" w:rsidRPr="006A481B">
        <w:rPr>
          <w:szCs w:val="28"/>
        </w:rPr>
        <w:t>4</w:t>
      </w:r>
      <w:r w:rsidRPr="006A481B">
        <w:rPr>
          <w:szCs w:val="28"/>
        </w:rPr>
        <w:t xml:space="preserve"> </w:t>
      </w:r>
      <w:r w:rsidR="00DE1C14" w:rsidRPr="006A481B">
        <w:rPr>
          <w:szCs w:val="28"/>
        </w:rPr>
        <w:t>постановления Центральной избирательной комиссии Российской Федерации от 25 д</w:t>
      </w:r>
      <w:r w:rsidR="008627DE">
        <w:rPr>
          <w:szCs w:val="28"/>
        </w:rPr>
        <w:t>екабря 2024 года № 191/1492-8              «</w:t>
      </w:r>
      <w:r w:rsidR="00DE1C14" w:rsidRPr="006A481B">
        <w:rPr>
          <w:szCs w:val="28"/>
        </w:rPr>
        <w:t xml:space="preserve">О Концепции обучения членов избирательных комиссий и иных участников избирательного процесса в Российской Федерации на 2025-2027 годы», </w:t>
      </w:r>
      <w:r w:rsidR="00761E6C" w:rsidRPr="006A481B">
        <w:rPr>
          <w:szCs w:val="28"/>
        </w:rPr>
        <w:t xml:space="preserve">постановлением Центральной избирательной комиссии Российской Федерации от </w:t>
      </w:r>
      <w:r w:rsidR="00DE1C14" w:rsidRPr="006A481B">
        <w:rPr>
          <w:szCs w:val="28"/>
        </w:rPr>
        <w:t>2</w:t>
      </w:r>
      <w:r w:rsidR="00761E6C" w:rsidRPr="006A481B">
        <w:rPr>
          <w:szCs w:val="28"/>
        </w:rPr>
        <w:t>5 декабря 202</w:t>
      </w:r>
      <w:r w:rsidR="00DE1C14" w:rsidRPr="006A481B">
        <w:rPr>
          <w:szCs w:val="28"/>
        </w:rPr>
        <w:t>4</w:t>
      </w:r>
      <w:r w:rsidR="00761E6C" w:rsidRPr="006A481B">
        <w:rPr>
          <w:szCs w:val="28"/>
        </w:rPr>
        <w:t xml:space="preserve"> года № </w:t>
      </w:r>
      <w:r w:rsidR="00DE1C14" w:rsidRPr="006A481B">
        <w:rPr>
          <w:szCs w:val="28"/>
        </w:rPr>
        <w:t>191/1497-8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</w:t>
      </w:r>
      <w:r w:rsidR="00761E6C" w:rsidRPr="006A481B">
        <w:rPr>
          <w:szCs w:val="28"/>
        </w:rPr>
        <w:t xml:space="preserve"> по обучению организаторов выборов и иных участников избирательного процесса, повышению правовой культуры избирателей в Российской Федерации на 202</w:t>
      </w:r>
      <w:r w:rsidR="00DE1C14" w:rsidRPr="006A481B">
        <w:rPr>
          <w:szCs w:val="28"/>
        </w:rPr>
        <w:t>5</w:t>
      </w:r>
      <w:r w:rsidR="00761E6C" w:rsidRPr="006A481B">
        <w:rPr>
          <w:szCs w:val="28"/>
        </w:rPr>
        <w:t xml:space="preserve"> год»</w:t>
      </w:r>
      <w:r w:rsidR="00B507AD" w:rsidRPr="006A481B">
        <w:rPr>
          <w:szCs w:val="28"/>
        </w:rPr>
        <w:t>,</w:t>
      </w:r>
      <w:r w:rsidR="00DE1C14" w:rsidRPr="006A481B">
        <w:rPr>
          <w:szCs w:val="28"/>
        </w:rPr>
        <w:t xml:space="preserve"> решением Санкт-</w:t>
      </w:r>
      <w:r w:rsidR="003B49AF" w:rsidRPr="006A481B">
        <w:rPr>
          <w:szCs w:val="28"/>
        </w:rPr>
        <w:t>П</w:t>
      </w:r>
      <w:r w:rsidR="00DE1C14" w:rsidRPr="006A481B">
        <w:rPr>
          <w:szCs w:val="28"/>
        </w:rPr>
        <w:t>етербургской избирательной комиссии</w:t>
      </w:r>
      <w:r w:rsidR="00041B0F" w:rsidRPr="006A481B">
        <w:rPr>
          <w:szCs w:val="28"/>
        </w:rPr>
        <w:t xml:space="preserve"> </w:t>
      </w:r>
      <w:r w:rsidR="008627DE">
        <w:rPr>
          <w:szCs w:val="28"/>
        </w:rPr>
        <w:t xml:space="preserve">            </w:t>
      </w:r>
      <w:r w:rsidR="00041B0F" w:rsidRPr="006A481B">
        <w:rPr>
          <w:szCs w:val="28"/>
        </w:rPr>
        <w:t xml:space="preserve">от </w:t>
      </w:r>
      <w:r w:rsidR="00EE0869" w:rsidRPr="006A481B">
        <w:rPr>
          <w:szCs w:val="28"/>
        </w:rPr>
        <w:t>21</w:t>
      </w:r>
      <w:r w:rsidR="00041B0F" w:rsidRPr="006A481B">
        <w:rPr>
          <w:szCs w:val="28"/>
        </w:rPr>
        <w:t xml:space="preserve"> января 2025 года № 13</w:t>
      </w:r>
      <w:r w:rsidR="00EE0869" w:rsidRPr="006A481B">
        <w:rPr>
          <w:szCs w:val="28"/>
        </w:rPr>
        <w:t>3</w:t>
      </w:r>
      <w:r w:rsidR="00041B0F" w:rsidRPr="006A481B">
        <w:rPr>
          <w:szCs w:val="28"/>
        </w:rPr>
        <w:t>-1 «</w:t>
      </w:r>
      <w:r w:rsidR="00B964BF" w:rsidRPr="006A481B">
        <w:rPr>
          <w:szCs w:val="28"/>
        </w:rPr>
        <w:t xml:space="preserve">О Плане мероприятий Санкт-Петербургской </w:t>
      </w:r>
      <w:r w:rsidR="00B964BF" w:rsidRPr="006A481B">
        <w:rPr>
          <w:szCs w:val="28"/>
        </w:rPr>
        <w:lastRenderedPageBreak/>
        <w:t xml:space="preserve">избирательной комиссии </w:t>
      </w:r>
      <w:r w:rsidR="00EE0869" w:rsidRPr="006A481B">
        <w:rPr>
          <w:szCs w:val="28"/>
        </w:rPr>
        <w:t xml:space="preserve">по обучению кадров избирательных комиссий и других участников избирательного процесса в Санкт-Петербурге на 2025 </w:t>
      </w:r>
      <w:r w:rsidR="00041B0F" w:rsidRPr="006A481B">
        <w:rPr>
          <w:szCs w:val="28"/>
        </w:rPr>
        <w:t>год»</w:t>
      </w:r>
      <w:r w:rsidR="003249CE">
        <w:rPr>
          <w:szCs w:val="28"/>
        </w:rPr>
        <w:t xml:space="preserve"> </w:t>
      </w:r>
      <w:r w:rsidR="00B8182E" w:rsidRPr="006A481B">
        <w:rPr>
          <w:szCs w:val="28"/>
        </w:rPr>
        <w:t>Т</w:t>
      </w:r>
      <w:r w:rsidRPr="006A481B">
        <w:rPr>
          <w:szCs w:val="28"/>
        </w:rPr>
        <w:t>ерриториальная избирательная комиссия №</w:t>
      </w:r>
      <w:r w:rsidR="008627DE">
        <w:rPr>
          <w:szCs w:val="28"/>
        </w:rPr>
        <w:t xml:space="preserve"> 14</w:t>
      </w:r>
      <w:r w:rsidRPr="006A481B">
        <w:rPr>
          <w:szCs w:val="28"/>
        </w:rPr>
        <w:t xml:space="preserve"> </w:t>
      </w:r>
      <w:r w:rsidRPr="006A481B">
        <w:rPr>
          <w:b/>
          <w:szCs w:val="28"/>
        </w:rPr>
        <w:t>р е ш и л а:</w:t>
      </w:r>
    </w:p>
    <w:p w14:paraId="067C4D1D" w14:textId="77777777" w:rsidR="004913EB" w:rsidRPr="006A481B" w:rsidRDefault="004913EB" w:rsidP="00C94F4C">
      <w:pPr>
        <w:spacing w:line="360" w:lineRule="auto"/>
        <w:ind w:firstLine="720"/>
        <w:jc w:val="both"/>
        <w:rPr>
          <w:sz w:val="12"/>
          <w:szCs w:val="12"/>
        </w:rPr>
      </w:pPr>
    </w:p>
    <w:p w14:paraId="69A7132C" w14:textId="4FB3FDB4" w:rsidR="004913EB" w:rsidRPr="006A481B" w:rsidRDefault="004913EB" w:rsidP="00C94F4C">
      <w:pPr>
        <w:spacing w:line="360" w:lineRule="auto"/>
        <w:ind w:firstLine="720"/>
        <w:jc w:val="both"/>
        <w:rPr>
          <w:szCs w:val="28"/>
        </w:rPr>
      </w:pPr>
      <w:r w:rsidRPr="006A481B">
        <w:rPr>
          <w:szCs w:val="28"/>
        </w:rPr>
        <w:t xml:space="preserve">1. Утвердить план </w:t>
      </w:r>
      <w:r w:rsidR="00B507AD" w:rsidRPr="006A481B">
        <w:rPr>
          <w:szCs w:val="28"/>
        </w:rPr>
        <w:t xml:space="preserve">мероприятий </w:t>
      </w:r>
      <w:r w:rsidR="00B8182E" w:rsidRPr="006A481B">
        <w:rPr>
          <w:szCs w:val="28"/>
        </w:rPr>
        <w:t>Т</w:t>
      </w:r>
      <w:r w:rsidR="00B507AD" w:rsidRPr="006A481B">
        <w:rPr>
          <w:szCs w:val="28"/>
        </w:rPr>
        <w:t>ерриториальной избирательной комиссии №</w:t>
      </w:r>
      <w:r w:rsidR="008627DE">
        <w:rPr>
          <w:szCs w:val="28"/>
        </w:rPr>
        <w:t xml:space="preserve"> 14</w:t>
      </w:r>
      <w:r w:rsidR="00B507AD" w:rsidRPr="006A481B">
        <w:rPr>
          <w:szCs w:val="28"/>
        </w:rPr>
        <w:t xml:space="preserve"> по обучению </w:t>
      </w:r>
      <w:r w:rsidR="00E834C8" w:rsidRPr="006A481B">
        <w:rPr>
          <w:szCs w:val="28"/>
        </w:rPr>
        <w:t>кадров избирательных комиссий</w:t>
      </w:r>
      <w:r w:rsidR="00B507AD" w:rsidRPr="006A481B">
        <w:rPr>
          <w:szCs w:val="28"/>
        </w:rPr>
        <w:t xml:space="preserve"> и иных участников избирательного процесса</w:t>
      </w:r>
      <w:r w:rsidR="00041B0F" w:rsidRPr="006A481B">
        <w:rPr>
          <w:szCs w:val="28"/>
        </w:rPr>
        <w:t xml:space="preserve"> </w:t>
      </w:r>
      <w:r w:rsidR="00B507AD" w:rsidRPr="006A481B">
        <w:rPr>
          <w:szCs w:val="28"/>
        </w:rPr>
        <w:t>на 202</w:t>
      </w:r>
      <w:r w:rsidR="00041B0F" w:rsidRPr="006A481B">
        <w:rPr>
          <w:szCs w:val="28"/>
        </w:rPr>
        <w:t>5</w:t>
      </w:r>
      <w:r w:rsidR="00B507AD" w:rsidRPr="006A481B">
        <w:rPr>
          <w:szCs w:val="28"/>
        </w:rPr>
        <w:t xml:space="preserve"> год </w:t>
      </w:r>
      <w:r w:rsidRPr="006A481B">
        <w:rPr>
          <w:szCs w:val="28"/>
        </w:rPr>
        <w:t>согласно приложению к настоящему решению.</w:t>
      </w:r>
    </w:p>
    <w:p w14:paraId="49975D52" w14:textId="5A7DF3DB" w:rsidR="004913EB" w:rsidRPr="006A481B" w:rsidRDefault="004913EB" w:rsidP="00C94F4C">
      <w:pPr>
        <w:spacing w:line="360" w:lineRule="auto"/>
        <w:ind w:firstLine="720"/>
        <w:jc w:val="both"/>
        <w:rPr>
          <w:szCs w:val="28"/>
        </w:rPr>
      </w:pPr>
      <w:r w:rsidRPr="006A481B">
        <w:rPr>
          <w:szCs w:val="28"/>
        </w:rPr>
        <w:t xml:space="preserve">2. Разместить настоящее решение на сайте </w:t>
      </w:r>
      <w:r w:rsidR="00B8182E" w:rsidRPr="006A481B">
        <w:rPr>
          <w:szCs w:val="28"/>
        </w:rPr>
        <w:t>Т</w:t>
      </w:r>
      <w:r w:rsidRPr="006A481B">
        <w:rPr>
          <w:szCs w:val="28"/>
        </w:rPr>
        <w:t>ерриториальной избирательной комиссии №</w:t>
      </w:r>
      <w:r w:rsidR="008627DE">
        <w:rPr>
          <w:szCs w:val="28"/>
        </w:rPr>
        <w:t xml:space="preserve"> 14</w:t>
      </w:r>
      <w:r w:rsidRPr="006A481B">
        <w:rPr>
          <w:szCs w:val="28"/>
        </w:rPr>
        <w:t xml:space="preserve"> в информационно-телекоммуникационной сети Интернет.</w:t>
      </w:r>
    </w:p>
    <w:p w14:paraId="1CC6B7DC" w14:textId="3D626CE0" w:rsidR="00120C7E" w:rsidRPr="006A481B" w:rsidRDefault="004913EB" w:rsidP="00C94F4C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bCs/>
          <w:szCs w:val="28"/>
        </w:rPr>
      </w:pPr>
      <w:r w:rsidRPr="006A481B">
        <w:rPr>
          <w:szCs w:val="28"/>
        </w:rPr>
        <w:t>3. </w:t>
      </w:r>
      <w:r w:rsidR="00465A50" w:rsidRPr="006A481B">
        <w:rPr>
          <w:szCs w:val="28"/>
        </w:rPr>
        <w:t xml:space="preserve">Контроль за исполнением настоящего решения возложить </w:t>
      </w:r>
      <w:r w:rsidR="00465A50" w:rsidRPr="006A481B">
        <w:rPr>
          <w:szCs w:val="28"/>
        </w:rPr>
        <w:br/>
      </w:r>
      <w:bookmarkStart w:id="1" w:name="_Hlk122332954"/>
      <w:r w:rsidR="00120C7E" w:rsidRPr="006A481B">
        <w:rPr>
          <w:szCs w:val="28"/>
        </w:rPr>
        <w:t xml:space="preserve">на </w:t>
      </w:r>
      <w:r w:rsidR="00120C7E" w:rsidRPr="006A481B">
        <w:rPr>
          <w:rFonts w:eastAsia="Calibri"/>
          <w:szCs w:val="28"/>
          <w:lang w:eastAsia="en-US"/>
        </w:rPr>
        <w:t>председателя</w:t>
      </w:r>
      <w:r w:rsidR="00120C7E" w:rsidRPr="006A481B">
        <w:rPr>
          <w:rFonts w:eastAsia="Calibri"/>
          <w:spacing w:val="-8"/>
          <w:szCs w:val="28"/>
          <w:lang w:eastAsia="en-US"/>
        </w:rPr>
        <w:t xml:space="preserve"> Территориальной избирательной комиссии №</w:t>
      </w:r>
      <w:r w:rsidR="008627DE">
        <w:rPr>
          <w:rFonts w:eastAsia="Calibri"/>
          <w:spacing w:val="-8"/>
          <w:szCs w:val="28"/>
          <w:lang w:eastAsia="en-US"/>
        </w:rPr>
        <w:t xml:space="preserve"> 14</w:t>
      </w:r>
      <w:r w:rsidR="005B6FB5" w:rsidRPr="006A481B">
        <w:rPr>
          <w:rFonts w:eastAsia="Calibri"/>
          <w:spacing w:val="-8"/>
          <w:szCs w:val="28"/>
          <w:lang w:eastAsia="en-US"/>
        </w:rPr>
        <w:t xml:space="preserve"> </w:t>
      </w:r>
      <w:r w:rsidR="008627DE">
        <w:rPr>
          <w:rFonts w:eastAsia="Calibri"/>
          <w:spacing w:val="-8"/>
          <w:szCs w:val="28"/>
          <w:lang w:eastAsia="en-US"/>
        </w:rPr>
        <w:t>Абрамову Е.А.</w:t>
      </w:r>
    </w:p>
    <w:p w14:paraId="0E8843FF" w14:textId="77777777" w:rsidR="00120C7E" w:rsidRPr="006A481B" w:rsidRDefault="00120C7E" w:rsidP="00C94F4C">
      <w:pPr>
        <w:spacing w:line="360" w:lineRule="auto"/>
        <w:ind w:firstLine="720"/>
        <w:jc w:val="both"/>
        <w:rPr>
          <w:szCs w:val="28"/>
        </w:rPr>
      </w:pPr>
    </w:p>
    <w:p w14:paraId="1CA555A5" w14:textId="77777777" w:rsidR="00120C7E" w:rsidRPr="006A481B" w:rsidRDefault="00120C7E" w:rsidP="00C94F4C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6A481B">
        <w:rPr>
          <w:rFonts w:eastAsia="Calibri"/>
          <w:szCs w:val="28"/>
          <w:lang w:eastAsia="en-US"/>
        </w:rPr>
        <w:t>Председатель Территориальной</w:t>
      </w:r>
    </w:p>
    <w:p w14:paraId="0EDB00BA" w14:textId="139BF443" w:rsidR="00120C7E" w:rsidRPr="006A481B" w:rsidRDefault="00120C7E" w:rsidP="00CF4046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6A481B">
        <w:rPr>
          <w:rFonts w:eastAsia="Calibri"/>
          <w:szCs w:val="28"/>
          <w:lang w:eastAsia="en-US"/>
        </w:rPr>
        <w:t>избирательной комиссии №</w:t>
      </w:r>
      <w:r w:rsidR="008627DE">
        <w:rPr>
          <w:rFonts w:eastAsia="Calibri"/>
          <w:szCs w:val="28"/>
          <w:lang w:eastAsia="en-US"/>
        </w:rPr>
        <w:t xml:space="preserve"> 14</w:t>
      </w:r>
      <w:r w:rsidRPr="006A481B">
        <w:rPr>
          <w:rFonts w:eastAsia="Calibri"/>
          <w:szCs w:val="28"/>
          <w:lang w:eastAsia="en-US"/>
        </w:rPr>
        <w:t xml:space="preserve">        </w:t>
      </w:r>
      <w:r w:rsidRPr="006A481B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  <w:t>Е.А. Абрамова</w:t>
      </w:r>
      <w:r w:rsidRPr="006A481B">
        <w:rPr>
          <w:rFonts w:eastAsia="Calibri"/>
          <w:szCs w:val="28"/>
          <w:lang w:eastAsia="en-US"/>
        </w:rPr>
        <w:tab/>
      </w:r>
      <w:r w:rsidRPr="006A481B">
        <w:rPr>
          <w:rFonts w:eastAsia="Calibri"/>
          <w:szCs w:val="28"/>
          <w:lang w:eastAsia="en-US"/>
        </w:rPr>
        <w:tab/>
        <w:t xml:space="preserve">     </w:t>
      </w:r>
      <w:r w:rsidRPr="006A481B">
        <w:rPr>
          <w:rFonts w:eastAsia="Calibri"/>
          <w:szCs w:val="28"/>
          <w:lang w:eastAsia="en-US"/>
        </w:rPr>
        <w:tab/>
      </w:r>
      <w:r w:rsidRPr="006A481B">
        <w:rPr>
          <w:rFonts w:eastAsia="Calibri"/>
          <w:szCs w:val="28"/>
          <w:lang w:eastAsia="en-US"/>
        </w:rPr>
        <w:tab/>
      </w:r>
      <w:r w:rsidRPr="006A481B">
        <w:rPr>
          <w:rFonts w:eastAsia="Calibri"/>
          <w:sz w:val="16"/>
          <w:szCs w:val="16"/>
          <w:lang w:eastAsia="en-US"/>
        </w:rPr>
        <w:t xml:space="preserve">                     </w:t>
      </w:r>
    </w:p>
    <w:p w14:paraId="02B7A57C" w14:textId="77777777" w:rsidR="00120C7E" w:rsidRPr="006A481B" w:rsidRDefault="00120C7E" w:rsidP="00C94F4C">
      <w:pPr>
        <w:spacing w:line="360" w:lineRule="auto"/>
        <w:jc w:val="left"/>
        <w:rPr>
          <w:rFonts w:eastAsia="Calibri"/>
          <w:szCs w:val="28"/>
          <w:lang w:eastAsia="en-US"/>
        </w:rPr>
      </w:pPr>
      <w:r w:rsidRPr="006A481B">
        <w:rPr>
          <w:rFonts w:eastAsia="Calibri"/>
          <w:szCs w:val="28"/>
          <w:lang w:eastAsia="en-US"/>
        </w:rPr>
        <w:t>Секретарь Территориальной</w:t>
      </w:r>
    </w:p>
    <w:p w14:paraId="0B4CEE13" w14:textId="58497E7E" w:rsidR="00735EDA" w:rsidRDefault="00120C7E" w:rsidP="00C94F4C">
      <w:pPr>
        <w:spacing w:line="360" w:lineRule="auto"/>
        <w:jc w:val="left"/>
        <w:rPr>
          <w:rFonts w:eastAsia="Calibri"/>
          <w:sz w:val="18"/>
          <w:szCs w:val="18"/>
          <w:lang w:eastAsia="en-US"/>
        </w:rPr>
        <w:sectPr w:rsidR="00735EDA" w:rsidSect="00104C0A">
          <w:headerReference w:type="default" r:id="rId9"/>
          <w:footerReference w:type="even" r:id="rId10"/>
          <w:footerReference w:type="default" r:id="rId11"/>
          <w:pgSz w:w="11906" w:h="16838"/>
          <w:pgMar w:top="816" w:right="1134" w:bottom="1134" w:left="1418" w:header="709" w:footer="709" w:gutter="0"/>
          <w:pgNumType w:start="1"/>
          <w:cols w:space="708"/>
          <w:titlePg/>
          <w:docGrid w:linePitch="381"/>
        </w:sectPr>
      </w:pPr>
      <w:r w:rsidRPr="006A481B">
        <w:rPr>
          <w:rFonts w:eastAsia="Calibri"/>
          <w:szCs w:val="28"/>
          <w:lang w:eastAsia="en-US"/>
        </w:rPr>
        <w:t>избирательной комиссии №</w:t>
      </w:r>
      <w:r w:rsidR="008627DE">
        <w:rPr>
          <w:rFonts w:eastAsia="Calibri"/>
          <w:szCs w:val="28"/>
          <w:lang w:eastAsia="en-US"/>
        </w:rPr>
        <w:t xml:space="preserve"> 14</w:t>
      </w:r>
      <w:r w:rsidRPr="006A481B">
        <w:rPr>
          <w:rFonts w:eastAsia="Calibri"/>
          <w:szCs w:val="28"/>
          <w:lang w:eastAsia="en-US"/>
        </w:rPr>
        <w:t xml:space="preserve"> </w:t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</w:r>
      <w:r w:rsidR="00CF4046">
        <w:rPr>
          <w:rFonts w:eastAsia="Calibri"/>
          <w:szCs w:val="28"/>
          <w:lang w:eastAsia="en-US"/>
        </w:rPr>
        <w:tab/>
        <w:t>В.Р. Афонин</w:t>
      </w:r>
      <w:r w:rsidRPr="006A481B">
        <w:rPr>
          <w:rFonts w:eastAsia="Calibri"/>
          <w:szCs w:val="28"/>
          <w:lang w:eastAsia="en-US"/>
        </w:rPr>
        <w:t xml:space="preserve">         </w:t>
      </w:r>
      <w:r w:rsidR="00BC5E60" w:rsidRPr="006A481B">
        <w:rPr>
          <w:rFonts w:eastAsia="Calibri"/>
          <w:szCs w:val="28"/>
          <w:lang w:eastAsia="en-US"/>
        </w:rPr>
        <w:tab/>
      </w:r>
      <w:r w:rsidR="00BC5E60" w:rsidRPr="006A481B">
        <w:rPr>
          <w:rFonts w:eastAsia="Calibri"/>
          <w:szCs w:val="28"/>
          <w:lang w:eastAsia="en-US"/>
        </w:rPr>
        <w:tab/>
      </w:r>
      <w:r w:rsidR="00BC5E60" w:rsidRPr="006A481B">
        <w:rPr>
          <w:rFonts w:eastAsia="Calibri"/>
          <w:szCs w:val="28"/>
          <w:lang w:eastAsia="en-US"/>
        </w:rPr>
        <w:tab/>
      </w:r>
      <w:r w:rsidR="00BC5E60" w:rsidRPr="006A481B">
        <w:rPr>
          <w:rFonts w:eastAsia="Calibri"/>
          <w:szCs w:val="28"/>
          <w:lang w:eastAsia="en-US"/>
        </w:rPr>
        <w:tab/>
      </w:r>
      <w:r w:rsidR="00BC5E60">
        <w:rPr>
          <w:rFonts w:eastAsia="Calibri"/>
          <w:szCs w:val="28"/>
          <w:lang w:eastAsia="en-US"/>
        </w:rPr>
        <w:t xml:space="preserve"> </w:t>
      </w:r>
    </w:p>
    <w:bookmarkEnd w:id="1"/>
    <w:p w14:paraId="7287A60E" w14:textId="77777777" w:rsidR="00934206" w:rsidRPr="006A481B" w:rsidRDefault="00934206" w:rsidP="00934206">
      <w:pPr>
        <w:ind w:left="9639"/>
        <w:rPr>
          <w:sz w:val="24"/>
        </w:rPr>
      </w:pPr>
      <w:r w:rsidRPr="006A481B">
        <w:rPr>
          <w:sz w:val="24"/>
        </w:rPr>
        <w:lastRenderedPageBreak/>
        <w:t>Приложение</w:t>
      </w:r>
    </w:p>
    <w:p w14:paraId="58FA59A6" w14:textId="77777777" w:rsidR="00934206" w:rsidRPr="006A481B" w:rsidRDefault="00934206" w:rsidP="00934206">
      <w:pPr>
        <w:ind w:left="9639"/>
        <w:rPr>
          <w:sz w:val="24"/>
        </w:rPr>
      </w:pPr>
      <w:r w:rsidRPr="006A481B">
        <w:rPr>
          <w:sz w:val="24"/>
        </w:rPr>
        <w:t>к решению Территориальной</w:t>
      </w:r>
    </w:p>
    <w:p w14:paraId="174E2B2B" w14:textId="7B270DC5" w:rsidR="00934206" w:rsidRPr="006A481B" w:rsidRDefault="003249CE" w:rsidP="00934206">
      <w:pPr>
        <w:ind w:left="9639"/>
        <w:rPr>
          <w:sz w:val="24"/>
        </w:rPr>
      </w:pPr>
      <w:r>
        <w:rPr>
          <w:sz w:val="24"/>
        </w:rPr>
        <w:t>избирательной комиссии №14</w:t>
      </w:r>
    </w:p>
    <w:p w14:paraId="2CDADFBF" w14:textId="70B4AECA" w:rsidR="00934206" w:rsidRPr="006A481B" w:rsidRDefault="00934206" w:rsidP="00934206">
      <w:pPr>
        <w:ind w:left="9639"/>
        <w:rPr>
          <w:sz w:val="24"/>
        </w:rPr>
      </w:pPr>
      <w:r w:rsidRPr="006A481B">
        <w:rPr>
          <w:sz w:val="24"/>
        </w:rPr>
        <w:t xml:space="preserve">от </w:t>
      </w:r>
      <w:r w:rsidR="00CF4046">
        <w:rPr>
          <w:sz w:val="24"/>
        </w:rPr>
        <w:t>27</w:t>
      </w:r>
      <w:r w:rsidRPr="006A481B">
        <w:rPr>
          <w:sz w:val="24"/>
        </w:rPr>
        <w:t xml:space="preserve"> января 2025 года № </w:t>
      </w:r>
      <w:r w:rsidR="00CF4046">
        <w:rPr>
          <w:sz w:val="24"/>
        </w:rPr>
        <w:t>72-2</w:t>
      </w:r>
    </w:p>
    <w:p w14:paraId="63C67508" w14:textId="77777777" w:rsidR="00934206" w:rsidRPr="006A481B" w:rsidRDefault="00934206" w:rsidP="00934206">
      <w:pPr>
        <w:ind w:left="567" w:right="-410"/>
        <w:rPr>
          <w:b/>
          <w:sz w:val="24"/>
        </w:rPr>
      </w:pPr>
      <w:r w:rsidRPr="006A481B">
        <w:rPr>
          <w:b/>
          <w:sz w:val="24"/>
        </w:rPr>
        <w:t>ПЛАН МЕРОПРИЯТИЙ</w:t>
      </w:r>
    </w:p>
    <w:p w14:paraId="4F849B28" w14:textId="606323E3" w:rsidR="00934206" w:rsidRPr="006A481B" w:rsidRDefault="00934206" w:rsidP="00934206">
      <w:pPr>
        <w:ind w:left="567" w:right="-410"/>
        <w:rPr>
          <w:b/>
          <w:sz w:val="24"/>
        </w:rPr>
      </w:pPr>
      <w:r w:rsidRPr="006A481B">
        <w:rPr>
          <w:b/>
          <w:sz w:val="24"/>
        </w:rPr>
        <w:t>Территориаль</w:t>
      </w:r>
      <w:r w:rsidR="003249CE">
        <w:rPr>
          <w:b/>
          <w:sz w:val="24"/>
        </w:rPr>
        <w:t>ной избирательной комиссии №14</w:t>
      </w:r>
      <w:r w:rsidRPr="006A481B">
        <w:rPr>
          <w:b/>
          <w:sz w:val="24"/>
        </w:rPr>
        <w:t xml:space="preserve"> по обучению кадров избирательных комиссий </w:t>
      </w:r>
      <w:r w:rsidRPr="006A481B">
        <w:rPr>
          <w:b/>
          <w:sz w:val="24"/>
        </w:rPr>
        <w:br/>
        <w:t>и других участников избирательного процесса в Санкт-Петербурге на 2025 год</w:t>
      </w:r>
    </w:p>
    <w:p w14:paraId="2D4132E9" w14:textId="77777777" w:rsidR="00934206" w:rsidRPr="006A481B" w:rsidRDefault="00934206" w:rsidP="00934206">
      <w:pPr>
        <w:ind w:left="567"/>
        <w:rPr>
          <w:b/>
          <w:sz w:val="24"/>
        </w:rPr>
      </w:pPr>
    </w:p>
    <w:tbl>
      <w:tblPr>
        <w:tblpPr w:leftFromText="180" w:rightFromText="180" w:vertAnchor="text" w:tblpX="614" w:tblpY="1"/>
        <w:tblOverlap w:val="never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511"/>
        <w:gridCol w:w="3401"/>
        <w:gridCol w:w="3826"/>
      </w:tblGrid>
      <w:tr w:rsidR="00934206" w:rsidRPr="006A481B" w14:paraId="497E3B15" w14:textId="77777777" w:rsidTr="002A298E">
        <w:trPr>
          <w:trHeight w:val="310"/>
        </w:trPr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E545" w14:textId="77777777" w:rsidR="00934206" w:rsidRPr="006A481B" w:rsidRDefault="00934206" w:rsidP="002A298E">
            <w:pPr>
              <w:rPr>
                <w:b/>
                <w:sz w:val="24"/>
              </w:rPr>
            </w:pPr>
            <w:r w:rsidRPr="006A481B">
              <w:rPr>
                <w:b/>
                <w:bCs/>
                <w:sz w:val="24"/>
              </w:rPr>
              <w:t>Наименование мероприятия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A4CA1" w14:textId="77777777" w:rsidR="00934206" w:rsidRPr="006A481B" w:rsidRDefault="00934206" w:rsidP="002A298E">
            <w:pPr>
              <w:rPr>
                <w:b/>
                <w:sz w:val="24"/>
              </w:rPr>
            </w:pPr>
            <w:r w:rsidRPr="006A481B">
              <w:rPr>
                <w:b/>
                <w:bCs/>
                <w:sz w:val="24"/>
              </w:rPr>
              <w:t>Срок исполнения/</w:t>
            </w:r>
            <w:r w:rsidRPr="006A481B">
              <w:rPr>
                <w:b/>
                <w:bCs/>
                <w:sz w:val="24"/>
              </w:rPr>
              <w:br/>
              <w:t>форма обучения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7B0" w14:textId="77777777" w:rsidR="00934206" w:rsidRPr="006A481B" w:rsidRDefault="00934206" w:rsidP="002A298E">
            <w:pPr>
              <w:rPr>
                <w:b/>
                <w:sz w:val="24"/>
              </w:rPr>
            </w:pPr>
            <w:r w:rsidRPr="006A481B">
              <w:rPr>
                <w:b/>
                <w:bCs/>
                <w:sz w:val="24"/>
              </w:rPr>
              <w:t>Исполнители</w:t>
            </w:r>
          </w:p>
        </w:tc>
      </w:tr>
      <w:tr w:rsidR="00934206" w:rsidRPr="006A481B" w14:paraId="3A03BF50" w14:textId="77777777" w:rsidTr="002A298E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6B8D" w14:textId="77777777" w:rsidR="00934206" w:rsidRPr="006A481B" w:rsidRDefault="00934206" w:rsidP="00934206">
            <w:pPr>
              <w:numPr>
                <w:ilvl w:val="0"/>
                <w:numId w:val="3"/>
              </w:numPr>
              <w:spacing w:before="120" w:after="120"/>
              <w:ind w:left="714" w:hanging="357"/>
              <w:rPr>
                <w:b/>
                <w:sz w:val="24"/>
              </w:rPr>
            </w:pPr>
            <w:r w:rsidRPr="006A481B">
              <w:rPr>
                <w:b/>
                <w:sz w:val="24"/>
              </w:rPr>
              <w:t>Участие в мероприятиях федерального уровня</w:t>
            </w:r>
          </w:p>
        </w:tc>
      </w:tr>
      <w:tr w:rsidR="00934206" w:rsidRPr="006A481B" w14:paraId="4C06C68F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37A7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1.1.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877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 xml:space="preserve">Участие в тематических дистанционных занятиях, проводимых </w:t>
            </w:r>
            <w:r w:rsidRPr="006A481B">
              <w:rPr>
                <w:bCs/>
                <w:sz w:val="24"/>
              </w:rPr>
              <w:br/>
              <w:t>ЦИК России, РЦОИТ при ЦИК России, ФЦИ при ЦИК России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2586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 xml:space="preserve">В соответствии с планами </w:t>
            </w:r>
            <w:r w:rsidRPr="006A481B">
              <w:rPr>
                <w:bCs/>
                <w:sz w:val="24"/>
              </w:rPr>
              <w:br/>
              <w:t xml:space="preserve">ЦИК России, </w:t>
            </w:r>
            <w:r w:rsidRPr="006A481B">
              <w:rPr>
                <w:bCs/>
                <w:sz w:val="24"/>
              </w:rPr>
              <w:br/>
              <w:t>РЦОИТ при ЦИК России,</w:t>
            </w:r>
          </w:p>
          <w:p w14:paraId="15E96F1B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ФЦИ при ЦИК России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82817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:rsidRPr="006A481B" w14:paraId="16AC98CD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2B60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  <w:lang w:val="en-US"/>
              </w:rPr>
              <w:t>1</w:t>
            </w:r>
            <w:r w:rsidRPr="006A481B">
              <w:rPr>
                <w:bCs/>
                <w:sz w:val="24"/>
              </w:rPr>
              <w:t>.</w:t>
            </w:r>
            <w:r w:rsidRPr="006A481B">
              <w:rPr>
                <w:bCs/>
                <w:sz w:val="24"/>
                <w:lang w:val="en-US"/>
              </w:rPr>
              <w:t>2</w:t>
            </w:r>
            <w:r w:rsidRPr="006A481B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CA07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Участие в информационно-обучающих мероприятиях, проводимых ЦИК России, РЦОИТ при ЦИК России, ФЦИ при ЦИК России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6BAD" w14:textId="0041387A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 xml:space="preserve">В соответствии с планами </w:t>
            </w:r>
            <w:r w:rsidRPr="006A481B">
              <w:rPr>
                <w:bCs/>
                <w:sz w:val="24"/>
              </w:rPr>
              <w:br/>
            </w:r>
            <w:r w:rsidR="003249CE">
              <w:rPr>
                <w:bCs/>
                <w:sz w:val="24"/>
              </w:rPr>
              <w:t xml:space="preserve">ЦИК России, </w:t>
            </w:r>
            <w:r w:rsidR="003249CE">
              <w:rPr>
                <w:bCs/>
                <w:sz w:val="24"/>
              </w:rPr>
              <w:br/>
              <w:t>РЦОИТ при ЦИК Росс</w:t>
            </w:r>
            <w:r w:rsidRPr="006A481B">
              <w:rPr>
                <w:bCs/>
                <w:sz w:val="24"/>
              </w:rPr>
              <w:t>и,</w:t>
            </w:r>
          </w:p>
          <w:p w14:paraId="0A2E8C84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ФЦИ при ЦИК России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4E10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:rsidRPr="006A481B" w14:paraId="0FF8B768" w14:textId="77777777" w:rsidTr="002A298E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B3E8" w14:textId="77777777" w:rsidR="00934206" w:rsidRPr="006A481B" w:rsidRDefault="00934206" w:rsidP="00934206">
            <w:pPr>
              <w:numPr>
                <w:ilvl w:val="0"/>
                <w:numId w:val="3"/>
              </w:numPr>
              <w:spacing w:before="120" w:after="120"/>
              <w:ind w:left="714" w:hanging="357"/>
              <w:rPr>
                <w:b/>
                <w:sz w:val="24"/>
              </w:rPr>
            </w:pPr>
            <w:r w:rsidRPr="006A481B">
              <w:rPr>
                <w:b/>
                <w:sz w:val="24"/>
              </w:rPr>
              <w:t>Мероприятия регионального уровня</w:t>
            </w:r>
          </w:p>
        </w:tc>
      </w:tr>
      <w:tr w:rsidR="00934206" w:rsidRPr="006A481B" w14:paraId="61FA333E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C874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2.1.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E268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Содействие в издании и распространении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8893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  <w:lang w:val="en-US"/>
              </w:rPr>
            </w:pPr>
            <w:r w:rsidRPr="006A481B">
              <w:rPr>
                <w:bCs/>
                <w:sz w:val="24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2C3F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:rsidRPr="006A481B" w14:paraId="2290139A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C0DE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2.2.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DB56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 xml:space="preserve">Применение, в том числе доработка и актуализация, учебно-методических материалов к соответствующим учебным программам, </w:t>
            </w:r>
            <w:r w:rsidRPr="006A481B">
              <w:rPr>
                <w:bCs/>
                <w:sz w:val="24"/>
              </w:rPr>
              <w:br/>
              <w:t xml:space="preserve">а также обучающих материалов (информации) для интерактивных и дистанционных форм обучения в процессе обучения членов избирательных комиссий и иных участников избирательного процесса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7883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269C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:rsidRPr="006A481B" w14:paraId="635FB059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63E7" w14:textId="4A17DC9D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2.</w:t>
            </w:r>
            <w:r w:rsidR="006A481B" w:rsidRPr="006A481B">
              <w:rPr>
                <w:bCs/>
                <w:sz w:val="24"/>
              </w:rPr>
              <w:t>3</w:t>
            </w:r>
            <w:r w:rsidRPr="006A481B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45C5" w14:textId="77777777" w:rsidR="00934206" w:rsidRPr="006A481B" w:rsidRDefault="00934206" w:rsidP="002A298E">
            <w:pPr>
              <w:pStyle w:val="ConsPlusNormal"/>
            </w:pPr>
            <w:r w:rsidRPr="006A481B">
              <w:t>Содействие в организации и проведении очного и дистанционного обучения для членов ТИК, в том числе по тематикам:</w:t>
            </w:r>
          </w:p>
          <w:p w14:paraId="1A0E80E4" w14:textId="77777777" w:rsidR="00934206" w:rsidRPr="006A481B" w:rsidRDefault="00934206" w:rsidP="002A298E">
            <w:pPr>
              <w:pStyle w:val="ConsPlusNormal"/>
            </w:pPr>
            <w:r w:rsidRPr="006A481B">
              <w:t xml:space="preserve">- вопросы стрессоустойчивости и управление конфликтами </w:t>
            </w:r>
            <w:r w:rsidRPr="006A481B">
              <w:br/>
            </w:r>
            <w:r w:rsidRPr="006A481B">
              <w:lastRenderedPageBreak/>
              <w:t>в избирательном процессе;</w:t>
            </w:r>
          </w:p>
          <w:p w14:paraId="39737B01" w14:textId="77777777" w:rsidR="00934206" w:rsidRPr="006A481B" w:rsidRDefault="00934206" w:rsidP="002A298E">
            <w:pPr>
              <w:pStyle w:val="ConsPlusNormal"/>
            </w:pPr>
            <w:r w:rsidRPr="006A481B">
              <w:t>- особенности работы с обращениями и жалобами;</w:t>
            </w:r>
          </w:p>
          <w:p w14:paraId="1E42967A" w14:textId="77777777" w:rsidR="00934206" w:rsidRPr="006A481B" w:rsidRDefault="00934206" w:rsidP="002A298E">
            <w:pPr>
              <w:pStyle w:val="ConsPlusNormal"/>
            </w:pPr>
            <w:r w:rsidRPr="006A481B">
              <w:t>- реализация полномочий избирательных комиссий по формированию резерва составов участковых комиссий;</w:t>
            </w:r>
          </w:p>
          <w:p w14:paraId="7B939A3D" w14:textId="77777777" w:rsidR="00934206" w:rsidRPr="006A481B" w:rsidRDefault="00934206" w:rsidP="002A298E">
            <w:pPr>
              <w:pStyle w:val="ConsPlusNormal"/>
            </w:pPr>
            <w:r w:rsidRPr="006A481B">
              <w:t>- изменения в избирательном законодательстве в преддверии проведения Единого дня голосования в 2026 году.</w:t>
            </w:r>
          </w:p>
          <w:p w14:paraId="689100C8" w14:textId="77777777" w:rsidR="00934206" w:rsidRPr="006A481B" w:rsidRDefault="00934206" w:rsidP="002A298E">
            <w:pPr>
              <w:pStyle w:val="ConsPlusNormal"/>
            </w:pPr>
          </w:p>
          <w:p w14:paraId="1DD7E4C8" w14:textId="77777777" w:rsidR="00934206" w:rsidRPr="006A481B" w:rsidRDefault="00934206" w:rsidP="002A298E">
            <w:pPr>
              <w:pStyle w:val="ConsPlusNormal"/>
            </w:pPr>
            <w:r w:rsidRPr="006A481B">
              <w:t>Содействие в организации и проведении очного и дистанционного обучения для работников аппарата ТИК, в том числе по тематикам:</w:t>
            </w:r>
          </w:p>
          <w:p w14:paraId="7E708440" w14:textId="77777777" w:rsidR="00934206" w:rsidRPr="006A481B" w:rsidRDefault="00934206" w:rsidP="002A298E">
            <w:pPr>
              <w:pStyle w:val="ConsPlusNormal"/>
            </w:pPr>
            <w:r w:rsidRPr="006A481B">
              <w:t>- правовые вопросы соблюдения антикоррупционного законодательства; методические рекомендации по вопросам предоставления сведений о доходах, расходах, об имуществе и обязательствах имущественного характера и заполнения соответствующей формы справки в 2025 году (за отчетный 2024 год);</w:t>
            </w:r>
          </w:p>
          <w:p w14:paraId="3D8E82E9" w14:textId="77777777" w:rsidR="00934206" w:rsidRPr="006A481B" w:rsidRDefault="00934206" w:rsidP="002A298E">
            <w:pPr>
              <w:pStyle w:val="ConsPlusNormal"/>
            </w:pPr>
            <w:r w:rsidRPr="006A481B">
              <w:t>- основные вопросы делопроизводства в ТИК и кадрового делопроизводства в ТИК;</w:t>
            </w:r>
          </w:p>
          <w:p w14:paraId="1F4101A2" w14:textId="77777777" w:rsidR="00934206" w:rsidRPr="006A481B" w:rsidRDefault="00934206" w:rsidP="002A298E">
            <w:pPr>
              <w:pStyle w:val="ConsPlusNormal"/>
            </w:pPr>
            <w:r w:rsidRPr="006A481B">
              <w:t>- вопросы охраны труда в ТИК;</w:t>
            </w:r>
          </w:p>
          <w:p w14:paraId="1BE8674A" w14:textId="77777777" w:rsidR="00934206" w:rsidRPr="006A481B" w:rsidRDefault="00934206" w:rsidP="002A298E">
            <w:pPr>
              <w:pStyle w:val="ConsPlusNormal"/>
            </w:pPr>
            <w:r w:rsidRPr="006A481B">
              <w:t>- порядок бюджетного финансирования деятельности избирательных комиссий;</w:t>
            </w:r>
          </w:p>
          <w:p w14:paraId="3DCF47A4" w14:textId="77777777" w:rsidR="00934206" w:rsidRPr="006A481B" w:rsidRDefault="00934206" w:rsidP="002A298E">
            <w:pPr>
              <w:pStyle w:val="ConsPlusNormal"/>
            </w:pPr>
            <w:r w:rsidRPr="006A481B">
              <w:t xml:space="preserve">- работа в государственной информационной системе </w:t>
            </w:r>
          </w:p>
          <w:p w14:paraId="53FC3C8A" w14:textId="77777777" w:rsidR="00934206" w:rsidRPr="006A481B" w:rsidRDefault="00934206" w:rsidP="002A298E">
            <w:pPr>
              <w:pStyle w:val="ConsPlusNormal"/>
            </w:pPr>
            <w:r w:rsidRPr="006A481B">
              <w:t>Санкт-Петербурга «Автоматизированная информационная система государственных закупок Санкт-Петербурга» (АИС ГЗ, в подсистеме АИС ГЗ «Электронный магазин», в Единой информационной системе в сфере закупок);</w:t>
            </w:r>
          </w:p>
          <w:p w14:paraId="0EAB4B6F" w14:textId="77777777" w:rsidR="00934206" w:rsidRPr="006A481B" w:rsidRDefault="00934206" w:rsidP="002A298E">
            <w:pPr>
              <w:pStyle w:val="ConsPlusNormal"/>
            </w:pPr>
            <w:r w:rsidRPr="006A481B">
              <w:t>- реализация полномочий избирательных комиссий по формированию резерва составов участковых комиссий;</w:t>
            </w:r>
            <w:r w:rsidRPr="006A481B">
              <w:br/>
              <w:t xml:space="preserve"> - изменения в избирательном законодательстве в преддверии проведения Единого дня голосования в 2026 году.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97DF" w14:textId="77777777" w:rsidR="00934206" w:rsidRPr="006A481B" w:rsidRDefault="00934206" w:rsidP="002A298E">
            <w:pPr>
              <w:pStyle w:val="ConsPlusNormal"/>
              <w:jc w:val="center"/>
            </w:pPr>
            <w:r w:rsidRPr="006A481B">
              <w:lastRenderedPageBreak/>
              <w:t xml:space="preserve">Весь период </w:t>
            </w:r>
            <w:r w:rsidRPr="006A481B">
              <w:br/>
              <w:t>(по отдельному плану) /</w:t>
            </w:r>
            <w:r w:rsidRPr="006A481B">
              <w:br/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28D8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</w:t>
            </w:r>
          </w:p>
        </w:tc>
      </w:tr>
      <w:tr w:rsidR="00934206" w:rsidRPr="006A481B" w14:paraId="21341F10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D23EA" w14:textId="4EF79A94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2.</w:t>
            </w:r>
            <w:r w:rsidR="006A481B" w:rsidRPr="006A481B">
              <w:rPr>
                <w:bCs/>
                <w:sz w:val="24"/>
              </w:rPr>
              <w:t>4</w:t>
            </w:r>
            <w:r w:rsidRPr="006A481B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C330" w14:textId="77777777" w:rsidR="00934206" w:rsidRPr="006A481B" w:rsidRDefault="00934206" w:rsidP="002A298E">
            <w:pPr>
              <w:pStyle w:val="ConsPlusNormal"/>
            </w:pPr>
            <w:r w:rsidRPr="006A481B">
              <w:t>Проведение обучающих мероприятий для впервые назначенных председателей, заместителей председателя, секретарей и членов УИК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F9F5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Весь период</w:t>
            </w:r>
            <w:r w:rsidRPr="006A481B">
              <w:rPr>
                <w:sz w:val="24"/>
              </w:rPr>
              <w:br/>
              <w:t>(по отдельному плану в случае назначения) /</w:t>
            </w:r>
          </w:p>
          <w:p w14:paraId="5D6CE699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5712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:rsidRPr="006A481B" w14:paraId="59125CE6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7443" w14:textId="3B2B35AE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2.</w:t>
            </w:r>
            <w:r w:rsidR="006A481B" w:rsidRPr="006A481B">
              <w:rPr>
                <w:bCs/>
                <w:sz w:val="24"/>
              </w:rPr>
              <w:t>5</w:t>
            </w:r>
            <w:r w:rsidRPr="006A481B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12B2B" w14:textId="77777777" w:rsidR="00934206" w:rsidRPr="006A481B" w:rsidRDefault="00934206" w:rsidP="002A298E">
            <w:pPr>
              <w:pStyle w:val="ConsPlusNormal"/>
            </w:pPr>
            <w:r w:rsidRPr="006A481B">
              <w:t>Проведение обучающих мероприятий для председателей, заместителей председателя, секретарей УИК, в том числе по тематике:</w:t>
            </w:r>
          </w:p>
          <w:p w14:paraId="4DD201FD" w14:textId="77777777" w:rsidR="00934206" w:rsidRPr="006A481B" w:rsidRDefault="00934206" w:rsidP="002A298E">
            <w:pPr>
              <w:pStyle w:val="ConsPlusNormal"/>
            </w:pPr>
            <w:r w:rsidRPr="006A481B">
              <w:lastRenderedPageBreak/>
              <w:t>- разбор практических кейсов по результатам анализа опыта избирательных кампаний в 2024 году на базе модельного избирательного участка (с учетом выявленных недостатков);</w:t>
            </w:r>
          </w:p>
          <w:p w14:paraId="0CA319EF" w14:textId="77777777" w:rsidR="00934206" w:rsidRPr="006A481B" w:rsidRDefault="00934206" w:rsidP="002A298E">
            <w:pPr>
              <w:pStyle w:val="ConsPlusNormal"/>
            </w:pPr>
            <w:r w:rsidRPr="006A481B">
              <w:t xml:space="preserve">- вопросы стрессоустойчивости и управление конфликтами </w:t>
            </w:r>
            <w:r w:rsidRPr="006A481B">
              <w:br/>
              <w:t>в избирательном процессе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330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bCs/>
                <w:sz w:val="24"/>
              </w:rPr>
              <w:lastRenderedPageBreak/>
              <w:t xml:space="preserve">Весь период </w:t>
            </w:r>
            <w:r w:rsidRPr="006A481B">
              <w:rPr>
                <w:bCs/>
                <w:sz w:val="24"/>
              </w:rPr>
              <w:br/>
              <w:t>(по отдельным планам ТИК) </w:t>
            </w:r>
            <w:r w:rsidRPr="006A481B">
              <w:rPr>
                <w:sz w:val="24"/>
              </w:rPr>
              <w:t xml:space="preserve">/ </w:t>
            </w:r>
            <w:r w:rsidRPr="006A481B">
              <w:rPr>
                <w:sz w:val="24"/>
              </w:rPr>
              <w:lastRenderedPageBreak/>
              <w:t>очная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5F93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lastRenderedPageBreak/>
              <w:t xml:space="preserve">Председатель ТИК, члены ТИК с правом решающего голоса, </w:t>
            </w:r>
            <w:r w:rsidRPr="006A481B">
              <w:rPr>
                <w:sz w:val="24"/>
              </w:rPr>
              <w:lastRenderedPageBreak/>
              <w:t>аппарат ТИК</w:t>
            </w:r>
          </w:p>
        </w:tc>
      </w:tr>
      <w:tr w:rsidR="00934206" w:rsidRPr="006A481B" w14:paraId="2E55A32A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BCDF" w14:textId="2224404A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lastRenderedPageBreak/>
              <w:t>2.</w:t>
            </w:r>
            <w:r w:rsidR="006A481B" w:rsidRPr="006A481B">
              <w:rPr>
                <w:bCs/>
                <w:sz w:val="24"/>
              </w:rPr>
              <w:t>6</w:t>
            </w:r>
            <w:r w:rsidRPr="006A481B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7E45" w14:textId="77777777" w:rsidR="00934206" w:rsidRPr="006A481B" w:rsidRDefault="00934206" w:rsidP="002A298E">
            <w:pPr>
              <w:pStyle w:val="ConsPlusNormal"/>
            </w:pPr>
            <w:r w:rsidRPr="006A481B">
              <w:t>Содействие в проведении обучения системных администраторов – работников УИЦ работе по эксплуатации Цифровой платформы – ГАС «Выборы» 2.0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ECF1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 xml:space="preserve">Весь период </w:t>
            </w:r>
            <w:r w:rsidRPr="006A481B">
              <w:rPr>
                <w:bCs/>
                <w:sz w:val="24"/>
              </w:rPr>
              <w:t>(по отдельным планам СПб ИК)</w:t>
            </w:r>
            <w:r w:rsidRPr="006A481B">
              <w:rPr>
                <w:sz w:val="24"/>
              </w:rPr>
              <w:t>/</w:t>
            </w:r>
          </w:p>
          <w:p w14:paraId="2BDAA528" w14:textId="77777777" w:rsidR="00934206" w:rsidRPr="006A481B" w:rsidRDefault="00934206" w:rsidP="002A298E">
            <w:pPr>
              <w:pStyle w:val="ConsPlusNormal"/>
              <w:jc w:val="center"/>
            </w:pPr>
            <w:r w:rsidRPr="006A481B"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AD92" w14:textId="77777777" w:rsidR="00934206" w:rsidRPr="006A481B" w:rsidRDefault="00934206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</w:t>
            </w:r>
          </w:p>
        </w:tc>
      </w:tr>
      <w:tr w:rsidR="00934206" w:rsidRPr="006A481B" w14:paraId="7F310719" w14:textId="77777777" w:rsidTr="002A298E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561B" w14:textId="77777777" w:rsidR="00934206" w:rsidRPr="006A481B" w:rsidRDefault="00934206" w:rsidP="002A298E">
            <w:pPr>
              <w:keepNext/>
              <w:keepLines/>
              <w:spacing w:before="120" w:after="120"/>
              <w:rPr>
                <w:b/>
                <w:bCs/>
                <w:sz w:val="24"/>
              </w:rPr>
            </w:pPr>
            <w:r w:rsidRPr="006A481B">
              <w:rPr>
                <w:b/>
                <w:bCs/>
                <w:sz w:val="24"/>
              </w:rPr>
              <w:t>3. Организационное и методическое обеспечение реализации Плана</w:t>
            </w:r>
          </w:p>
        </w:tc>
      </w:tr>
      <w:tr w:rsidR="00934206" w14:paraId="57F69A9B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3A41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3.1.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7FF1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 xml:space="preserve">Адаптация обучающих материалов, </w:t>
            </w:r>
            <w:r w:rsidRPr="006A481B">
              <w:rPr>
                <w:sz w:val="24"/>
              </w:rPr>
              <w:t xml:space="preserve">разработанных РЦОИТ </w:t>
            </w:r>
            <w:r w:rsidRPr="006A481B">
              <w:rPr>
                <w:sz w:val="24"/>
              </w:rPr>
              <w:br/>
              <w:t>при ЦИК России, СПб ИК для обучения членов избирательных комиссий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2075" w14:textId="77777777" w:rsidR="00934206" w:rsidRPr="006A481B" w:rsidRDefault="00934206" w:rsidP="002A298E">
            <w:pPr>
              <w:widowControl w:val="0"/>
              <w:autoSpaceDE w:val="0"/>
              <w:autoSpaceDN w:val="0"/>
              <w:adjustRightInd w:val="0"/>
              <w:ind w:left="33"/>
              <w:rPr>
                <w:bCs/>
                <w:sz w:val="24"/>
              </w:rPr>
            </w:pPr>
            <w:r w:rsidRPr="006A481B">
              <w:rPr>
                <w:bCs/>
                <w:sz w:val="24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1587" w14:textId="6AD56FA1" w:rsidR="00934206" w:rsidRDefault="006A481B" w:rsidP="002A298E">
            <w:pPr>
              <w:rPr>
                <w:sz w:val="24"/>
              </w:rPr>
            </w:pPr>
            <w:r w:rsidRPr="006A481B">
              <w:rPr>
                <w:sz w:val="24"/>
              </w:rPr>
              <w:t>Председатель ТИК, члены ТИК с правом решающего голоса, аппарат ТИК</w:t>
            </w:r>
          </w:p>
        </w:tc>
      </w:tr>
      <w:tr w:rsidR="00934206" w14:paraId="6EA6DC4B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3318" w14:textId="170C83A2" w:rsidR="00934206" w:rsidRDefault="003249CE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3.2</w:t>
            </w:r>
            <w:r w:rsidR="00934206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F6F0" w14:textId="77777777" w:rsidR="00934206" w:rsidRDefault="00934206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sz w:val="24"/>
              </w:rPr>
              <w:t xml:space="preserve">Подготовка и размещение учебно-методических материалов </w:t>
            </w:r>
            <w:r>
              <w:rPr>
                <w:sz w:val="24"/>
              </w:rPr>
              <w:br/>
              <w:t xml:space="preserve">в специальном разделе официального сайта ТИК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1925" w14:textId="77777777" w:rsidR="00934206" w:rsidRDefault="00934206" w:rsidP="002A298E">
            <w:pPr>
              <w:rPr>
                <w:sz w:val="24"/>
              </w:rPr>
            </w:pPr>
            <w:r>
              <w:rPr>
                <w:bCs/>
                <w:sz w:val="24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96FB" w14:textId="77777777" w:rsidR="00934206" w:rsidRDefault="00934206" w:rsidP="002A298E">
            <w:pPr>
              <w:rPr>
                <w:sz w:val="24"/>
              </w:rPr>
            </w:pPr>
            <w:r>
              <w:rPr>
                <w:sz w:val="24"/>
              </w:rPr>
              <w:t>Аппарат ТИК</w:t>
            </w:r>
          </w:p>
        </w:tc>
      </w:tr>
      <w:tr w:rsidR="00934206" w14:paraId="261EF470" w14:textId="77777777" w:rsidTr="002A298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2388" w14:textId="70312BCC" w:rsidR="00934206" w:rsidRDefault="003249CE" w:rsidP="002A298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3.3</w:t>
            </w:r>
            <w:r w:rsidR="00934206">
              <w:rPr>
                <w:bCs/>
                <w:sz w:val="24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DCAB" w14:textId="77777777" w:rsidR="00934206" w:rsidRDefault="00934206" w:rsidP="002A298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Внесение сведений о лицах, прошедших обучение, в задачу «Кадры» подсистемы автоматизации избирательных процессов ГАС «Выборы»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51CD" w14:textId="77777777" w:rsidR="00934206" w:rsidRDefault="00934206" w:rsidP="002A298E">
            <w:pPr>
              <w:rPr>
                <w:sz w:val="24"/>
              </w:rPr>
            </w:pPr>
            <w:r>
              <w:rPr>
                <w:bCs/>
                <w:sz w:val="24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22D4" w14:textId="77777777" w:rsidR="00934206" w:rsidRDefault="00934206" w:rsidP="002A298E">
            <w:pPr>
              <w:rPr>
                <w:sz w:val="24"/>
              </w:rPr>
            </w:pPr>
            <w:r>
              <w:rPr>
                <w:sz w:val="24"/>
              </w:rPr>
              <w:t>Председатель ТИК</w:t>
            </w:r>
          </w:p>
        </w:tc>
      </w:tr>
    </w:tbl>
    <w:p w14:paraId="0C9422DD" w14:textId="77777777" w:rsidR="00934206" w:rsidRPr="00F14BDD" w:rsidRDefault="00934206" w:rsidP="00934206">
      <w:pPr>
        <w:ind w:left="567"/>
        <w:jc w:val="both"/>
        <w:rPr>
          <w:sz w:val="22"/>
          <w:szCs w:val="22"/>
        </w:rPr>
      </w:pPr>
    </w:p>
    <w:p w14:paraId="2A0A3847" w14:textId="77777777" w:rsidR="00934206" w:rsidRPr="00F14BDD" w:rsidRDefault="00934206" w:rsidP="00934206">
      <w:pPr>
        <w:ind w:left="567"/>
        <w:jc w:val="both"/>
        <w:rPr>
          <w:sz w:val="22"/>
          <w:szCs w:val="22"/>
        </w:rPr>
      </w:pPr>
      <w:r w:rsidRPr="00F14BDD">
        <w:rPr>
          <w:sz w:val="22"/>
          <w:szCs w:val="22"/>
        </w:rPr>
        <w:t>Принятые сокращения:</w:t>
      </w:r>
    </w:p>
    <w:p w14:paraId="651DB3EA" w14:textId="77777777" w:rsidR="00934206" w:rsidRPr="00F14BDD" w:rsidRDefault="00934206" w:rsidP="00934206">
      <w:pPr>
        <w:ind w:left="567"/>
        <w:jc w:val="both"/>
        <w:rPr>
          <w:sz w:val="22"/>
          <w:szCs w:val="22"/>
        </w:rPr>
      </w:pPr>
    </w:p>
    <w:tbl>
      <w:tblPr>
        <w:tblW w:w="15134" w:type="dxa"/>
        <w:tblInd w:w="567" w:type="dxa"/>
        <w:tblLook w:val="04A0" w:firstRow="1" w:lastRow="0" w:firstColumn="1" w:lastColumn="0" w:noHBand="0" w:noVBand="1"/>
      </w:tblPr>
      <w:tblGrid>
        <w:gridCol w:w="3369"/>
        <w:gridCol w:w="11765"/>
      </w:tblGrid>
      <w:tr w:rsidR="00934206" w:rsidRPr="00F14BDD" w14:paraId="7F09FC84" w14:textId="77777777" w:rsidTr="002A298E">
        <w:tc>
          <w:tcPr>
            <w:tcW w:w="3369" w:type="dxa"/>
            <w:hideMark/>
          </w:tcPr>
          <w:p w14:paraId="3F8BF3B8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ЦИК России</w:t>
            </w:r>
          </w:p>
        </w:tc>
        <w:tc>
          <w:tcPr>
            <w:tcW w:w="11765" w:type="dxa"/>
            <w:hideMark/>
          </w:tcPr>
          <w:p w14:paraId="7711C045" w14:textId="77777777" w:rsidR="00934206" w:rsidRPr="00F14BDD" w:rsidRDefault="00934206" w:rsidP="002A298E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Центральная избирательная комиссия Российской Федерации;</w:t>
            </w:r>
          </w:p>
        </w:tc>
      </w:tr>
      <w:tr w:rsidR="00934206" w:rsidRPr="00F14BDD" w14:paraId="60907336" w14:textId="77777777" w:rsidTr="002A298E">
        <w:tc>
          <w:tcPr>
            <w:tcW w:w="3369" w:type="dxa"/>
            <w:hideMark/>
          </w:tcPr>
          <w:p w14:paraId="3D29520F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РЦОИТ при ЦИК России</w:t>
            </w:r>
          </w:p>
        </w:tc>
        <w:tc>
          <w:tcPr>
            <w:tcW w:w="11765" w:type="dxa"/>
            <w:hideMark/>
          </w:tcPr>
          <w:p w14:paraId="753DD7E5" w14:textId="77777777" w:rsidR="00934206" w:rsidRPr="00F14BDD" w:rsidRDefault="00934206" w:rsidP="002A298E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Российский центр обучения избирательным технологиям при Центральной избирательной комиссии Российской Федерации;</w:t>
            </w:r>
          </w:p>
        </w:tc>
      </w:tr>
      <w:tr w:rsidR="00934206" w:rsidRPr="00F14BDD" w14:paraId="299A97CF" w14:textId="77777777" w:rsidTr="002A298E">
        <w:tc>
          <w:tcPr>
            <w:tcW w:w="3369" w:type="dxa"/>
            <w:hideMark/>
          </w:tcPr>
          <w:p w14:paraId="20A0C4BF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ФЦИ при ЦИК России</w:t>
            </w:r>
          </w:p>
        </w:tc>
        <w:tc>
          <w:tcPr>
            <w:tcW w:w="11765" w:type="dxa"/>
            <w:hideMark/>
          </w:tcPr>
          <w:p w14:paraId="52A89CF7" w14:textId="77777777" w:rsidR="00934206" w:rsidRPr="00F14BDD" w:rsidRDefault="00934206" w:rsidP="002A298E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Федеральный центр информатизации при Центральной избирательной комиссии Российской Федерации;</w:t>
            </w:r>
          </w:p>
        </w:tc>
      </w:tr>
      <w:tr w:rsidR="00934206" w:rsidRPr="00F14BDD" w14:paraId="0FA581FB" w14:textId="77777777" w:rsidTr="002A298E">
        <w:tc>
          <w:tcPr>
            <w:tcW w:w="3369" w:type="dxa"/>
          </w:tcPr>
          <w:p w14:paraId="2ABE9F24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СПб ИК</w:t>
            </w:r>
          </w:p>
        </w:tc>
        <w:tc>
          <w:tcPr>
            <w:tcW w:w="11765" w:type="dxa"/>
          </w:tcPr>
          <w:p w14:paraId="6DEBF1BB" w14:textId="77777777" w:rsidR="00934206" w:rsidRPr="00F14BDD" w:rsidRDefault="00934206" w:rsidP="002A298E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 Санкт-Петербургская избирательная комиссия</w:t>
            </w:r>
          </w:p>
        </w:tc>
      </w:tr>
      <w:tr w:rsidR="00934206" w:rsidRPr="00F14BDD" w14:paraId="2044B593" w14:textId="77777777" w:rsidTr="002A298E">
        <w:tc>
          <w:tcPr>
            <w:tcW w:w="3369" w:type="dxa"/>
            <w:hideMark/>
          </w:tcPr>
          <w:p w14:paraId="5B783527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ТИК</w:t>
            </w:r>
          </w:p>
          <w:p w14:paraId="2D9BF123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1765" w:type="dxa"/>
            <w:hideMark/>
          </w:tcPr>
          <w:p w14:paraId="527E88A1" w14:textId="2FCE63B0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Территориальная избирательная комиссия №</w:t>
            </w:r>
            <w:r w:rsidR="00CF4046">
              <w:rPr>
                <w:sz w:val="22"/>
                <w:szCs w:val="22"/>
              </w:rPr>
              <w:t>14</w:t>
            </w:r>
            <w:r w:rsidRPr="00F14BDD">
              <w:rPr>
                <w:sz w:val="22"/>
                <w:szCs w:val="22"/>
              </w:rPr>
              <w:t>;</w:t>
            </w:r>
          </w:p>
          <w:p w14:paraId="5B4C7C2D" w14:textId="7F5CB892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члены Территориальной избирательной комиссии №</w:t>
            </w:r>
            <w:r w:rsidR="00CF4046">
              <w:rPr>
                <w:sz w:val="22"/>
                <w:szCs w:val="22"/>
              </w:rPr>
              <w:t>14</w:t>
            </w:r>
            <w:r w:rsidRPr="00F14BDD">
              <w:rPr>
                <w:sz w:val="22"/>
                <w:szCs w:val="22"/>
              </w:rPr>
              <w:t xml:space="preserve"> с правом решающего голоса с учетом распределения обязанностей;</w:t>
            </w:r>
          </w:p>
        </w:tc>
      </w:tr>
      <w:tr w:rsidR="00934206" w:rsidRPr="00F14BDD" w14:paraId="28829F95" w14:textId="77777777" w:rsidTr="002A298E">
        <w:tc>
          <w:tcPr>
            <w:tcW w:w="3369" w:type="dxa"/>
            <w:hideMark/>
          </w:tcPr>
          <w:p w14:paraId="06F6791C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КСП ТИК</w:t>
            </w:r>
          </w:p>
        </w:tc>
        <w:tc>
          <w:tcPr>
            <w:tcW w:w="11765" w:type="dxa"/>
            <w:hideMark/>
          </w:tcPr>
          <w:p w14:paraId="3890DD32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Координационный совет председателей ТИК в Санкт-Петербурге при председателе Комиссии;</w:t>
            </w:r>
          </w:p>
        </w:tc>
      </w:tr>
      <w:tr w:rsidR="00934206" w:rsidRPr="00F14BDD" w14:paraId="2FAC34C5" w14:textId="77777777" w:rsidTr="002A298E">
        <w:tc>
          <w:tcPr>
            <w:tcW w:w="3369" w:type="dxa"/>
            <w:hideMark/>
          </w:tcPr>
          <w:p w14:paraId="3630D77E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УИК</w:t>
            </w:r>
          </w:p>
        </w:tc>
        <w:tc>
          <w:tcPr>
            <w:tcW w:w="11765" w:type="dxa"/>
            <w:hideMark/>
          </w:tcPr>
          <w:p w14:paraId="0AC7D7BD" w14:textId="77777777" w:rsidR="00934206" w:rsidRPr="00F14BDD" w:rsidRDefault="00934206" w:rsidP="002A298E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участковые избирательные комиссии;</w:t>
            </w:r>
          </w:p>
        </w:tc>
      </w:tr>
    </w:tbl>
    <w:p w14:paraId="7C712B80" w14:textId="77777777" w:rsidR="00934206" w:rsidRPr="00834AFC" w:rsidRDefault="00934206" w:rsidP="00934206">
      <w:pPr>
        <w:ind w:left="567"/>
        <w:rPr>
          <w:sz w:val="24"/>
        </w:rPr>
      </w:pPr>
    </w:p>
    <w:p w14:paraId="4435F1A0" w14:textId="2F2C4DEC" w:rsidR="004913EB" w:rsidRPr="00D550E7" w:rsidRDefault="004913EB" w:rsidP="00120C7E">
      <w:pPr>
        <w:ind w:left="10980"/>
        <w:rPr>
          <w:szCs w:val="28"/>
        </w:rPr>
      </w:pPr>
    </w:p>
    <w:sectPr w:rsidR="004913EB" w:rsidRPr="00D550E7" w:rsidSect="00D22212">
      <w:headerReference w:type="default" r:id="rId12"/>
      <w:pgSz w:w="16838" w:h="11906" w:orient="landscape" w:code="9"/>
      <w:pgMar w:top="1134" w:right="1134" w:bottom="851" w:left="23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7E1B" w14:textId="77777777" w:rsidR="00DB699F" w:rsidRDefault="00DB699F" w:rsidP="00BA44A7">
      <w:r>
        <w:separator/>
      </w:r>
    </w:p>
  </w:endnote>
  <w:endnote w:type="continuationSeparator" w:id="0">
    <w:p w14:paraId="65A2EEFA" w14:textId="77777777" w:rsidR="00DB699F" w:rsidRDefault="00DB699F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91C6" w14:textId="77777777" w:rsidR="004913EB" w:rsidRDefault="004913EB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A9C5264" w14:textId="77777777" w:rsidR="004913EB" w:rsidRDefault="004913EB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4848" w14:textId="77777777" w:rsidR="004913EB" w:rsidRDefault="004913EB" w:rsidP="003342B7">
    <w:pPr>
      <w:pStyle w:val="a6"/>
      <w:framePr w:wrap="around" w:vAnchor="text" w:hAnchor="margin" w:xAlign="right" w:y="1"/>
      <w:rPr>
        <w:rStyle w:val="ac"/>
      </w:rPr>
    </w:pPr>
  </w:p>
  <w:p w14:paraId="2555C0E8" w14:textId="77777777" w:rsidR="004913EB" w:rsidRDefault="004913EB" w:rsidP="00591DB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29A3" w14:textId="77777777" w:rsidR="00DB699F" w:rsidRDefault="00DB699F" w:rsidP="00BA44A7">
      <w:r>
        <w:separator/>
      </w:r>
    </w:p>
  </w:footnote>
  <w:footnote w:type="continuationSeparator" w:id="0">
    <w:p w14:paraId="069AC167" w14:textId="77777777" w:rsidR="00DB699F" w:rsidRDefault="00DB699F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67EB" w14:textId="77777777" w:rsidR="004913EB" w:rsidRDefault="00B215D7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AC0BE9">
      <w:rPr>
        <w:noProof/>
      </w:rPr>
      <w:t>2</w:t>
    </w:r>
    <w:r>
      <w:rPr>
        <w:noProof/>
      </w:rPr>
      <w:fldChar w:fldCharType="end"/>
    </w:r>
  </w:p>
  <w:p w14:paraId="2D4F419E" w14:textId="77777777" w:rsidR="004913EB" w:rsidRDefault="004913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C7B6" w14:textId="77777777" w:rsidR="000B1181" w:rsidRPr="00C707F2" w:rsidRDefault="00A632BA">
    <w:pPr>
      <w:pStyle w:val="a4"/>
      <w:rPr>
        <w:sz w:val="24"/>
      </w:rPr>
    </w:pPr>
  </w:p>
  <w:p w14:paraId="12604E7D" w14:textId="77777777" w:rsidR="000B1181" w:rsidRDefault="00A632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4236A"/>
    <w:multiLevelType w:val="hybridMultilevel"/>
    <w:tmpl w:val="4340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2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025C4"/>
    <w:rsid w:val="00031A73"/>
    <w:rsid w:val="00041B0F"/>
    <w:rsid w:val="00041F70"/>
    <w:rsid w:val="000638B4"/>
    <w:rsid w:val="00074164"/>
    <w:rsid w:val="00086CCE"/>
    <w:rsid w:val="000A12F4"/>
    <w:rsid w:val="000B30C2"/>
    <w:rsid w:val="000B4690"/>
    <w:rsid w:val="000C2B4D"/>
    <w:rsid w:val="000D1A01"/>
    <w:rsid w:val="000D3619"/>
    <w:rsid w:val="000E4FE7"/>
    <w:rsid w:val="000E5015"/>
    <w:rsid w:val="000F1370"/>
    <w:rsid w:val="000F42D5"/>
    <w:rsid w:val="000F5EAD"/>
    <w:rsid w:val="00104C0A"/>
    <w:rsid w:val="00113900"/>
    <w:rsid w:val="00113EF6"/>
    <w:rsid w:val="00117F90"/>
    <w:rsid w:val="00120C7E"/>
    <w:rsid w:val="00132A2C"/>
    <w:rsid w:val="00133A16"/>
    <w:rsid w:val="00136299"/>
    <w:rsid w:val="001576DF"/>
    <w:rsid w:val="001578A7"/>
    <w:rsid w:val="00170383"/>
    <w:rsid w:val="00175EC0"/>
    <w:rsid w:val="0019433B"/>
    <w:rsid w:val="001958F2"/>
    <w:rsid w:val="001A4496"/>
    <w:rsid w:val="001B364F"/>
    <w:rsid w:val="001C2B5C"/>
    <w:rsid w:val="001C5406"/>
    <w:rsid w:val="001E0909"/>
    <w:rsid w:val="001F4CED"/>
    <w:rsid w:val="001F7B3D"/>
    <w:rsid w:val="002030FE"/>
    <w:rsid w:val="0021023C"/>
    <w:rsid w:val="0021080D"/>
    <w:rsid w:val="0021373E"/>
    <w:rsid w:val="00220679"/>
    <w:rsid w:val="00222945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A0001"/>
    <w:rsid w:val="002A14EF"/>
    <w:rsid w:val="002B419D"/>
    <w:rsid w:val="002C29DA"/>
    <w:rsid w:val="002D30C3"/>
    <w:rsid w:val="002D66F2"/>
    <w:rsid w:val="002E1BFB"/>
    <w:rsid w:val="002E66E6"/>
    <w:rsid w:val="002F1C84"/>
    <w:rsid w:val="002F6E4C"/>
    <w:rsid w:val="00301BF2"/>
    <w:rsid w:val="00304B6D"/>
    <w:rsid w:val="003145D5"/>
    <w:rsid w:val="003200F6"/>
    <w:rsid w:val="00321F3E"/>
    <w:rsid w:val="00324251"/>
    <w:rsid w:val="003249CE"/>
    <w:rsid w:val="003342B7"/>
    <w:rsid w:val="003417C8"/>
    <w:rsid w:val="003500A3"/>
    <w:rsid w:val="00350E17"/>
    <w:rsid w:val="003555AD"/>
    <w:rsid w:val="00357E21"/>
    <w:rsid w:val="00385EF0"/>
    <w:rsid w:val="0039270E"/>
    <w:rsid w:val="00397553"/>
    <w:rsid w:val="003B49AF"/>
    <w:rsid w:val="003C2B84"/>
    <w:rsid w:val="003D3D21"/>
    <w:rsid w:val="003D5FFD"/>
    <w:rsid w:val="003D654D"/>
    <w:rsid w:val="003F3425"/>
    <w:rsid w:val="003F4D14"/>
    <w:rsid w:val="004200BE"/>
    <w:rsid w:val="004240E5"/>
    <w:rsid w:val="00424DEC"/>
    <w:rsid w:val="004420F0"/>
    <w:rsid w:val="004449DB"/>
    <w:rsid w:val="00444DE0"/>
    <w:rsid w:val="00445A6E"/>
    <w:rsid w:val="0044676B"/>
    <w:rsid w:val="00447753"/>
    <w:rsid w:val="00450252"/>
    <w:rsid w:val="004526F4"/>
    <w:rsid w:val="00456043"/>
    <w:rsid w:val="00465A50"/>
    <w:rsid w:val="004861E5"/>
    <w:rsid w:val="004913EB"/>
    <w:rsid w:val="0049154E"/>
    <w:rsid w:val="004958AE"/>
    <w:rsid w:val="004A1763"/>
    <w:rsid w:val="004A6C52"/>
    <w:rsid w:val="004B0EEA"/>
    <w:rsid w:val="004B69CB"/>
    <w:rsid w:val="004C60D7"/>
    <w:rsid w:val="004D28C2"/>
    <w:rsid w:val="004E7CCF"/>
    <w:rsid w:val="005023C9"/>
    <w:rsid w:val="005024B4"/>
    <w:rsid w:val="00507438"/>
    <w:rsid w:val="00511260"/>
    <w:rsid w:val="005153CE"/>
    <w:rsid w:val="00531AB5"/>
    <w:rsid w:val="00533D1E"/>
    <w:rsid w:val="00534525"/>
    <w:rsid w:val="00544DD5"/>
    <w:rsid w:val="00544FBE"/>
    <w:rsid w:val="00547A46"/>
    <w:rsid w:val="00551CE7"/>
    <w:rsid w:val="005528A6"/>
    <w:rsid w:val="0056591F"/>
    <w:rsid w:val="00567CDB"/>
    <w:rsid w:val="00571CF8"/>
    <w:rsid w:val="00572CB9"/>
    <w:rsid w:val="00574F2A"/>
    <w:rsid w:val="005812AE"/>
    <w:rsid w:val="00582B89"/>
    <w:rsid w:val="005839E4"/>
    <w:rsid w:val="00583E81"/>
    <w:rsid w:val="00591DB6"/>
    <w:rsid w:val="00593A00"/>
    <w:rsid w:val="00597FC7"/>
    <w:rsid w:val="005A00FB"/>
    <w:rsid w:val="005B3A20"/>
    <w:rsid w:val="005B6FB5"/>
    <w:rsid w:val="005C4AE2"/>
    <w:rsid w:val="005E5C39"/>
    <w:rsid w:val="005F67A2"/>
    <w:rsid w:val="00600D0D"/>
    <w:rsid w:val="00606033"/>
    <w:rsid w:val="00613059"/>
    <w:rsid w:val="00615FC1"/>
    <w:rsid w:val="00621A62"/>
    <w:rsid w:val="00621D1C"/>
    <w:rsid w:val="006272CE"/>
    <w:rsid w:val="00633873"/>
    <w:rsid w:val="00637FEB"/>
    <w:rsid w:val="00643EF4"/>
    <w:rsid w:val="00660764"/>
    <w:rsid w:val="00662B48"/>
    <w:rsid w:val="006641C3"/>
    <w:rsid w:val="00685108"/>
    <w:rsid w:val="00697F49"/>
    <w:rsid w:val="006A3F2B"/>
    <w:rsid w:val="006A481B"/>
    <w:rsid w:val="006A776B"/>
    <w:rsid w:val="006B05AC"/>
    <w:rsid w:val="006D132A"/>
    <w:rsid w:val="006D1A4A"/>
    <w:rsid w:val="006D1FDD"/>
    <w:rsid w:val="006D2882"/>
    <w:rsid w:val="006D50BE"/>
    <w:rsid w:val="006F1F27"/>
    <w:rsid w:val="006F435C"/>
    <w:rsid w:val="006F6C89"/>
    <w:rsid w:val="00703405"/>
    <w:rsid w:val="00703425"/>
    <w:rsid w:val="007073B2"/>
    <w:rsid w:val="00721FF3"/>
    <w:rsid w:val="00722EDC"/>
    <w:rsid w:val="00723F9E"/>
    <w:rsid w:val="007278D5"/>
    <w:rsid w:val="00735D2B"/>
    <w:rsid w:val="00735EDA"/>
    <w:rsid w:val="00744F0E"/>
    <w:rsid w:val="00745F9A"/>
    <w:rsid w:val="00747261"/>
    <w:rsid w:val="00752B79"/>
    <w:rsid w:val="00761E6C"/>
    <w:rsid w:val="00765414"/>
    <w:rsid w:val="00765DDF"/>
    <w:rsid w:val="00777728"/>
    <w:rsid w:val="00787B95"/>
    <w:rsid w:val="007936E0"/>
    <w:rsid w:val="007A32A8"/>
    <w:rsid w:val="007A7713"/>
    <w:rsid w:val="007B1607"/>
    <w:rsid w:val="007B4B2D"/>
    <w:rsid w:val="007B7BFA"/>
    <w:rsid w:val="007C241F"/>
    <w:rsid w:val="007F27D1"/>
    <w:rsid w:val="008170A1"/>
    <w:rsid w:val="0084346B"/>
    <w:rsid w:val="00844424"/>
    <w:rsid w:val="008544BC"/>
    <w:rsid w:val="0085642A"/>
    <w:rsid w:val="008627DE"/>
    <w:rsid w:val="00862BAE"/>
    <w:rsid w:val="00873831"/>
    <w:rsid w:val="008820AE"/>
    <w:rsid w:val="0088391E"/>
    <w:rsid w:val="00891C4A"/>
    <w:rsid w:val="00892928"/>
    <w:rsid w:val="008937CB"/>
    <w:rsid w:val="00895CA9"/>
    <w:rsid w:val="008A0C22"/>
    <w:rsid w:val="008B3C42"/>
    <w:rsid w:val="008C61F0"/>
    <w:rsid w:val="008D42BB"/>
    <w:rsid w:val="008D7412"/>
    <w:rsid w:val="008D7AD6"/>
    <w:rsid w:val="008F0B01"/>
    <w:rsid w:val="008F20D5"/>
    <w:rsid w:val="008F3E2E"/>
    <w:rsid w:val="00911513"/>
    <w:rsid w:val="00932823"/>
    <w:rsid w:val="00934206"/>
    <w:rsid w:val="00946C6C"/>
    <w:rsid w:val="009568AC"/>
    <w:rsid w:val="0096306C"/>
    <w:rsid w:val="0097553F"/>
    <w:rsid w:val="00976DA0"/>
    <w:rsid w:val="009947EC"/>
    <w:rsid w:val="009955C6"/>
    <w:rsid w:val="009A23B5"/>
    <w:rsid w:val="009A5D70"/>
    <w:rsid w:val="009A624E"/>
    <w:rsid w:val="009A6647"/>
    <w:rsid w:val="009C50E2"/>
    <w:rsid w:val="009D0547"/>
    <w:rsid w:val="009E0796"/>
    <w:rsid w:val="009E2272"/>
    <w:rsid w:val="009F085B"/>
    <w:rsid w:val="009F6254"/>
    <w:rsid w:val="009F6915"/>
    <w:rsid w:val="009F74B7"/>
    <w:rsid w:val="00A013A7"/>
    <w:rsid w:val="00A05B9B"/>
    <w:rsid w:val="00A11440"/>
    <w:rsid w:val="00A16D9B"/>
    <w:rsid w:val="00A17692"/>
    <w:rsid w:val="00A302FD"/>
    <w:rsid w:val="00A33466"/>
    <w:rsid w:val="00A34358"/>
    <w:rsid w:val="00A350A9"/>
    <w:rsid w:val="00A377CB"/>
    <w:rsid w:val="00A54299"/>
    <w:rsid w:val="00A632BA"/>
    <w:rsid w:val="00A65E82"/>
    <w:rsid w:val="00A66F14"/>
    <w:rsid w:val="00A7537E"/>
    <w:rsid w:val="00A75715"/>
    <w:rsid w:val="00A85437"/>
    <w:rsid w:val="00AB2D93"/>
    <w:rsid w:val="00AB7789"/>
    <w:rsid w:val="00AC0BE9"/>
    <w:rsid w:val="00AD5C3F"/>
    <w:rsid w:val="00AE154B"/>
    <w:rsid w:val="00AE2F2E"/>
    <w:rsid w:val="00AE689C"/>
    <w:rsid w:val="00AF5082"/>
    <w:rsid w:val="00B12FC4"/>
    <w:rsid w:val="00B215D7"/>
    <w:rsid w:val="00B277B5"/>
    <w:rsid w:val="00B34F4B"/>
    <w:rsid w:val="00B43672"/>
    <w:rsid w:val="00B457DF"/>
    <w:rsid w:val="00B507AD"/>
    <w:rsid w:val="00B670FB"/>
    <w:rsid w:val="00B6713A"/>
    <w:rsid w:val="00B8000E"/>
    <w:rsid w:val="00B8182E"/>
    <w:rsid w:val="00B92C01"/>
    <w:rsid w:val="00B964BF"/>
    <w:rsid w:val="00BA44A7"/>
    <w:rsid w:val="00BA50B5"/>
    <w:rsid w:val="00BA7926"/>
    <w:rsid w:val="00BB5E5E"/>
    <w:rsid w:val="00BB7C16"/>
    <w:rsid w:val="00BB7DE7"/>
    <w:rsid w:val="00BC039B"/>
    <w:rsid w:val="00BC2FEC"/>
    <w:rsid w:val="00BC5E60"/>
    <w:rsid w:val="00BD10D5"/>
    <w:rsid w:val="00BD1EDC"/>
    <w:rsid w:val="00BE4EC8"/>
    <w:rsid w:val="00BE5495"/>
    <w:rsid w:val="00BE5FAE"/>
    <w:rsid w:val="00BF2666"/>
    <w:rsid w:val="00BF3182"/>
    <w:rsid w:val="00C03ACA"/>
    <w:rsid w:val="00C174C9"/>
    <w:rsid w:val="00C40A6B"/>
    <w:rsid w:val="00C518DE"/>
    <w:rsid w:val="00C53727"/>
    <w:rsid w:val="00C55374"/>
    <w:rsid w:val="00C73589"/>
    <w:rsid w:val="00C75267"/>
    <w:rsid w:val="00C779E9"/>
    <w:rsid w:val="00C819B6"/>
    <w:rsid w:val="00C86425"/>
    <w:rsid w:val="00C91692"/>
    <w:rsid w:val="00C929CD"/>
    <w:rsid w:val="00C94F4C"/>
    <w:rsid w:val="00CA0A9E"/>
    <w:rsid w:val="00CA272D"/>
    <w:rsid w:val="00CA3E05"/>
    <w:rsid w:val="00CB660B"/>
    <w:rsid w:val="00CC1925"/>
    <w:rsid w:val="00CD2889"/>
    <w:rsid w:val="00CE5401"/>
    <w:rsid w:val="00CF03F5"/>
    <w:rsid w:val="00CF4046"/>
    <w:rsid w:val="00CF4788"/>
    <w:rsid w:val="00CF4D33"/>
    <w:rsid w:val="00D02FAC"/>
    <w:rsid w:val="00D148CB"/>
    <w:rsid w:val="00D216B5"/>
    <w:rsid w:val="00D321F6"/>
    <w:rsid w:val="00D32FA8"/>
    <w:rsid w:val="00D3495A"/>
    <w:rsid w:val="00D35838"/>
    <w:rsid w:val="00D403E1"/>
    <w:rsid w:val="00D50E9A"/>
    <w:rsid w:val="00D550E7"/>
    <w:rsid w:val="00D659C3"/>
    <w:rsid w:val="00D70563"/>
    <w:rsid w:val="00D72CE4"/>
    <w:rsid w:val="00D84F24"/>
    <w:rsid w:val="00D8599C"/>
    <w:rsid w:val="00D85FEA"/>
    <w:rsid w:val="00D94869"/>
    <w:rsid w:val="00D951A9"/>
    <w:rsid w:val="00D969D8"/>
    <w:rsid w:val="00D97974"/>
    <w:rsid w:val="00DB699F"/>
    <w:rsid w:val="00DC6374"/>
    <w:rsid w:val="00DD00AA"/>
    <w:rsid w:val="00DD25EF"/>
    <w:rsid w:val="00DE1C14"/>
    <w:rsid w:val="00DE3990"/>
    <w:rsid w:val="00DE572A"/>
    <w:rsid w:val="00E10310"/>
    <w:rsid w:val="00E10740"/>
    <w:rsid w:val="00E1743F"/>
    <w:rsid w:val="00E1767E"/>
    <w:rsid w:val="00E236C4"/>
    <w:rsid w:val="00E25903"/>
    <w:rsid w:val="00E27145"/>
    <w:rsid w:val="00E31F18"/>
    <w:rsid w:val="00E46749"/>
    <w:rsid w:val="00E522F2"/>
    <w:rsid w:val="00E57CB5"/>
    <w:rsid w:val="00E64503"/>
    <w:rsid w:val="00E8036D"/>
    <w:rsid w:val="00E81DC1"/>
    <w:rsid w:val="00E834C8"/>
    <w:rsid w:val="00E94AE7"/>
    <w:rsid w:val="00E96EF4"/>
    <w:rsid w:val="00EB0BC1"/>
    <w:rsid w:val="00EB585F"/>
    <w:rsid w:val="00EC01A7"/>
    <w:rsid w:val="00EC1C93"/>
    <w:rsid w:val="00ED5B76"/>
    <w:rsid w:val="00ED79DF"/>
    <w:rsid w:val="00EE0869"/>
    <w:rsid w:val="00EE394F"/>
    <w:rsid w:val="00EE7023"/>
    <w:rsid w:val="00EE7CAF"/>
    <w:rsid w:val="00EF3D00"/>
    <w:rsid w:val="00F0296B"/>
    <w:rsid w:val="00F0601C"/>
    <w:rsid w:val="00F11AC7"/>
    <w:rsid w:val="00F20C3D"/>
    <w:rsid w:val="00F34DC6"/>
    <w:rsid w:val="00F41BB1"/>
    <w:rsid w:val="00F432B9"/>
    <w:rsid w:val="00F51187"/>
    <w:rsid w:val="00F51398"/>
    <w:rsid w:val="00F51F00"/>
    <w:rsid w:val="00F52444"/>
    <w:rsid w:val="00F637B1"/>
    <w:rsid w:val="00F7488A"/>
    <w:rsid w:val="00F831DA"/>
    <w:rsid w:val="00F84D16"/>
    <w:rsid w:val="00F942D8"/>
    <w:rsid w:val="00F9484A"/>
    <w:rsid w:val="00FA0195"/>
    <w:rsid w:val="00FA06E8"/>
    <w:rsid w:val="00FA1779"/>
    <w:rsid w:val="00FA1A3C"/>
    <w:rsid w:val="00FD433E"/>
    <w:rsid w:val="00FE0E2C"/>
    <w:rsid w:val="00FE1DE6"/>
    <w:rsid w:val="00FE6F3C"/>
    <w:rsid w:val="00FF1669"/>
    <w:rsid w:val="00FF35A5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43D97"/>
  <w15:docId w15:val="{264B1167-5325-46C0-997C-3660E389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93282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  <w:style w:type="paragraph" w:customStyle="1" w:styleId="ConsPlusNormal">
    <w:name w:val="ConsPlusNormal"/>
    <w:rsid w:val="009342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D7D25-3138-4D02-9F86-0F85C766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33</TotalTime>
  <Pages>5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</dc:creator>
  <cp:lastModifiedBy>Professional</cp:lastModifiedBy>
  <cp:revision>14</cp:revision>
  <cp:lastPrinted>2025-01-24T11:36:00Z</cp:lastPrinted>
  <dcterms:created xsi:type="dcterms:W3CDTF">2025-01-20T11:50:00Z</dcterms:created>
  <dcterms:modified xsi:type="dcterms:W3CDTF">2025-01-24T11:36:00Z</dcterms:modified>
</cp:coreProperties>
</file>